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4"/>
          <w:szCs w:val="24"/>
        </w:rPr>
      </w:pPr>
    </w:p>
    <w:p w:rsidR="009E51C8" w:rsidRDefault="00585157" w:rsidP="00585157">
      <w:pPr>
        <w:pStyle w:val="a9"/>
        <w:tabs>
          <w:tab w:val="clear" w:pos="4153"/>
          <w:tab w:val="clear" w:pos="8306"/>
        </w:tabs>
        <w:jc w:val="right"/>
        <w:rPr>
          <w:sz w:val="28"/>
        </w:rPr>
      </w:pPr>
      <w:r>
        <w:rPr>
          <w:sz w:val="28"/>
        </w:rPr>
        <w:t>ПРОЕКТ</w:t>
      </w:r>
      <w:r w:rsidR="009E51C8">
        <w:rPr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585157">
        <w:rPr>
          <w:sz w:val="28"/>
        </w:rPr>
        <w:t xml:space="preserve"> </w:t>
      </w:r>
      <w:r w:rsidR="009D0475">
        <w:rPr>
          <w:sz w:val="28"/>
        </w:rPr>
        <w:t>в</w:t>
      </w:r>
      <w:r w:rsidR="00585157">
        <w:rPr>
          <w:sz w:val="28"/>
        </w:rPr>
        <w:t xml:space="preserve"> </w:t>
      </w:r>
      <w:r>
        <w:rPr>
          <w:sz w:val="28"/>
        </w:rPr>
        <w:t>Перечень</w:t>
      </w:r>
      <w:r w:rsidR="00585157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585157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585157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E8389F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 w:rsidR="00585157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585157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16"/>
          <w:szCs w:val="16"/>
        </w:rPr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585157">
        <w:rPr>
          <w:sz w:val="28"/>
        </w:rPr>
        <w:t xml:space="preserve"> </w:t>
      </w:r>
      <w:r w:rsidR="00372649">
        <w:rPr>
          <w:sz w:val="28"/>
        </w:rPr>
        <w:t>пунктом</w:t>
      </w:r>
      <w:proofErr w:type="gramStart"/>
      <w:r w:rsidR="00372649">
        <w:rPr>
          <w:sz w:val="28"/>
        </w:rPr>
        <w:t>4</w:t>
      </w:r>
      <w:proofErr w:type="gramEnd"/>
      <w:r w:rsidR="00372649">
        <w:rPr>
          <w:sz w:val="28"/>
        </w:rPr>
        <w:t>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585157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</w:t>
      </w:r>
      <w:r w:rsidR="00AF6FFA">
        <w:rPr>
          <w:sz w:val="28"/>
          <w:szCs w:val="28"/>
        </w:rPr>
        <w:t>оленска</w:t>
      </w:r>
      <w:r>
        <w:rPr>
          <w:sz w:val="28"/>
          <w:szCs w:val="28"/>
        </w:rPr>
        <w:t xml:space="preserve">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585157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585157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 xml:space="preserve">отраслевых (функциональных) органов </w:t>
      </w:r>
      <w:bookmarkStart w:id="0" w:name="_GoBack"/>
      <w:bookmarkEnd w:id="0"/>
      <w:r w:rsidR="00AC7A5D">
        <w:rPr>
          <w:sz w:val="28"/>
        </w:rPr>
        <w:t>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="00AF6FFA">
        <w:rPr>
          <w:sz w:val="28"/>
        </w:rPr>
        <w:t>907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AF6FFA">
        <w:rPr>
          <w:sz w:val="28"/>
        </w:rPr>
        <w:t>образования и молодежной политики</w:t>
      </w:r>
      <w:r w:rsidR="00585157">
        <w:rPr>
          <w:sz w:val="28"/>
        </w:rPr>
        <w:t xml:space="preserve"> </w:t>
      </w:r>
      <w:r w:rsidR="00235A25">
        <w:rPr>
          <w:sz w:val="28"/>
        </w:rPr>
        <w:t>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3159"/>
        <w:gridCol w:w="5740"/>
      </w:tblGrid>
      <w:tr w:rsidR="00F3425D" w:rsidRPr="0047430F" w:rsidTr="00A515BA">
        <w:trPr>
          <w:trHeight w:val="855"/>
        </w:trPr>
        <w:tc>
          <w:tcPr>
            <w:tcW w:w="827" w:type="dxa"/>
          </w:tcPr>
          <w:p w:rsidR="00F3425D" w:rsidRDefault="00F3425D" w:rsidP="0060240A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60240A">
              <w:rPr>
                <w:iCs/>
                <w:sz w:val="28"/>
                <w:szCs w:val="28"/>
              </w:rPr>
              <w:t>0</w:t>
            </w:r>
            <w:r w:rsidR="00AF6FFA"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3159" w:type="dxa"/>
            <w:shd w:val="clear" w:color="auto" w:fill="auto"/>
          </w:tcPr>
          <w:p w:rsidR="00F3425D" w:rsidRPr="005C5ADC" w:rsidRDefault="005C5ADC" w:rsidP="00A66F6A">
            <w:pPr>
              <w:ind w:right="140"/>
              <w:rPr>
                <w:iCs/>
                <w:sz w:val="28"/>
                <w:szCs w:val="28"/>
              </w:rPr>
            </w:pPr>
            <w:r w:rsidRPr="005C5ADC">
              <w:rPr>
                <w:sz w:val="28"/>
                <w:szCs w:val="28"/>
              </w:rPr>
              <w:t xml:space="preserve">1 16 10031 04 0000 140 </w:t>
            </w:r>
          </w:p>
        </w:tc>
        <w:tc>
          <w:tcPr>
            <w:tcW w:w="5740" w:type="dxa"/>
            <w:shd w:val="clear" w:color="auto" w:fill="auto"/>
          </w:tcPr>
          <w:p w:rsidR="005C5ADC" w:rsidRDefault="005C5ADC" w:rsidP="005C5A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sz w:val="28"/>
                <w:szCs w:val="28"/>
              </w:rPr>
              <w:t>выгодоприобретателями</w:t>
            </w:r>
            <w:proofErr w:type="spellEnd"/>
            <w:r>
              <w:rPr>
                <w:sz w:val="28"/>
                <w:szCs w:val="28"/>
              </w:rPr>
              <w:t xml:space="preserve"> выступают получатели средств бюджета городского округа</w:t>
            </w:r>
          </w:p>
          <w:p w:rsidR="00F3425D" w:rsidRPr="0074254F" w:rsidRDefault="00F3425D" w:rsidP="006024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EE5B26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 w:rsidR="00EE5B26">
        <w:rPr>
          <w:rFonts w:ascii="Times New Roman CYR" w:hAnsi="Times New Roman CYR" w:cs="Times New Roman CYR"/>
          <w:sz w:val="28"/>
          <w:szCs w:val="28"/>
        </w:rPr>
        <w:t>Голубева)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доходов бюджета</w:t>
      </w:r>
      <w:r w:rsidR="0058515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 w:rsidR="0058515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5C5ADC" w:rsidP="00E8389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>
        <w:rPr>
          <w:sz w:val="28"/>
        </w:rPr>
        <w:t xml:space="preserve">       </w:t>
      </w:r>
      <w:r w:rsidR="00585157">
        <w:rPr>
          <w:sz w:val="28"/>
        </w:rPr>
        <w:t xml:space="preserve">                               </w:t>
      </w:r>
      <w:r>
        <w:rPr>
          <w:sz w:val="28"/>
        </w:rPr>
        <w:t>Е.Н. Ландарская</w:t>
      </w:r>
    </w:p>
    <w:sectPr w:rsidR="009E51C8" w:rsidSect="00A515BA">
      <w:headerReference w:type="even" r:id="rId8"/>
      <w:headerReference w:type="default" r:id="rId9"/>
      <w:pgSz w:w="11906" w:h="16838" w:code="9"/>
      <w:pgMar w:top="1134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955" w:rsidRDefault="00795955">
      <w:r>
        <w:separator/>
      </w:r>
    </w:p>
  </w:endnote>
  <w:endnote w:type="continuationSeparator" w:id="1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955" w:rsidRDefault="00795955">
      <w:r>
        <w:separator/>
      </w:r>
    </w:p>
  </w:footnote>
  <w:footnote w:type="continuationSeparator" w:id="1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1213B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1213B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86297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65C40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213B6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1E7B"/>
    <w:rsid w:val="00372649"/>
    <w:rsid w:val="0039496C"/>
    <w:rsid w:val="00394E19"/>
    <w:rsid w:val="003A3317"/>
    <w:rsid w:val="003A3E82"/>
    <w:rsid w:val="003F7E0C"/>
    <w:rsid w:val="0041040F"/>
    <w:rsid w:val="0041349A"/>
    <w:rsid w:val="00427530"/>
    <w:rsid w:val="00437CB3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85157"/>
    <w:rsid w:val="005A285F"/>
    <w:rsid w:val="005C2B16"/>
    <w:rsid w:val="005C5ADC"/>
    <w:rsid w:val="005E5E34"/>
    <w:rsid w:val="005F4346"/>
    <w:rsid w:val="00601EE8"/>
    <w:rsid w:val="0060240A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4254F"/>
    <w:rsid w:val="00753C35"/>
    <w:rsid w:val="00763D59"/>
    <w:rsid w:val="007724A7"/>
    <w:rsid w:val="00782744"/>
    <w:rsid w:val="00786969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A22BD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C6584"/>
    <w:rsid w:val="009D0475"/>
    <w:rsid w:val="009E14D3"/>
    <w:rsid w:val="009E51C8"/>
    <w:rsid w:val="009F0B94"/>
    <w:rsid w:val="009F2297"/>
    <w:rsid w:val="00A0560E"/>
    <w:rsid w:val="00A162E7"/>
    <w:rsid w:val="00A515BA"/>
    <w:rsid w:val="00A544BF"/>
    <w:rsid w:val="00A55979"/>
    <w:rsid w:val="00A66293"/>
    <w:rsid w:val="00A66F6A"/>
    <w:rsid w:val="00A83663"/>
    <w:rsid w:val="00A87BF1"/>
    <w:rsid w:val="00AA1238"/>
    <w:rsid w:val="00AB69D5"/>
    <w:rsid w:val="00AC5741"/>
    <w:rsid w:val="00AC7A5D"/>
    <w:rsid w:val="00AE77C8"/>
    <w:rsid w:val="00AE7C05"/>
    <w:rsid w:val="00AF3617"/>
    <w:rsid w:val="00AF6FFA"/>
    <w:rsid w:val="00B10B68"/>
    <w:rsid w:val="00B11762"/>
    <w:rsid w:val="00B65089"/>
    <w:rsid w:val="00B65DC3"/>
    <w:rsid w:val="00B7398E"/>
    <w:rsid w:val="00B814D0"/>
    <w:rsid w:val="00B86297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89F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18B09-1465-4AAC-93BB-96D53EEEA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359</TotalTime>
  <Pages>1</Pages>
  <Words>196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dohod01</cp:lastModifiedBy>
  <cp:revision>58</cp:revision>
  <cp:lastPrinted>2021-08-20T06:52:00Z</cp:lastPrinted>
  <dcterms:created xsi:type="dcterms:W3CDTF">2016-03-02T11:22:00Z</dcterms:created>
  <dcterms:modified xsi:type="dcterms:W3CDTF">2021-08-20T08:02:00Z</dcterms:modified>
</cp:coreProperties>
</file>