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447063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</w:t>
      </w:r>
      <w:r w:rsidR="00795955">
        <w:rPr>
          <w:sz w:val="28"/>
        </w:rPr>
        <w:t xml:space="preserve">                                                                                     </w:t>
      </w:r>
      <w:r w:rsidR="00D10790">
        <w:rPr>
          <w:sz w:val="28"/>
        </w:rPr>
        <w:t xml:space="preserve">            </w:t>
      </w:r>
      <w:r w:rsidRPr="00447063"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417E20">
        <w:rPr>
          <w:sz w:val="28"/>
        </w:rPr>
        <w:t xml:space="preserve"> внесении изменений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r w:rsidR="00BE3EED">
        <w:rPr>
          <w:sz w:val="28"/>
        </w:rPr>
        <w:t>главных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 xml:space="preserve">отраслевых (функциональных) органов Администрации города </w:t>
      </w:r>
      <w:proofErr w:type="gramStart"/>
      <w:r w:rsidR="00AC7A5D">
        <w:rPr>
          <w:sz w:val="28"/>
        </w:rPr>
        <w:t>Смоленска</w:t>
      </w:r>
      <w:proofErr w:type="gramEnd"/>
      <w:r w:rsidR="00225F47">
        <w:rPr>
          <w:sz w:val="28"/>
        </w:rPr>
        <w:t xml:space="preserve"> следующ</w:t>
      </w:r>
      <w:r w:rsidR="00417E20">
        <w:rPr>
          <w:sz w:val="28"/>
        </w:rPr>
        <w:t>ие изменения</w:t>
      </w:r>
      <w:r w:rsidRPr="00EE5B26">
        <w:rPr>
          <w:sz w:val="28"/>
        </w:rPr>
        <w:t>:</w:t>
      </w:r>
    </w:p>
    <w:p w:rsidR="00530230" w:rsidRDefault="00417E2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1.1. Г</w:t>
      </w:r>
      <w:r w:rsidR="00BE3EED">
        <w:rPr>
          <w:sz w:val="28"/>
        </w:rPr>
        <w:t xml:space="preserve">лаву </w:t>
      </w:r>
      <w:r w:rsidR="00E8389F">
        <w:rPr>
          <w:sz w:val="28"/>
        </w:rPr>
        <w:t>9</w:t>
      </w:r>
      <w:r>
        <w:rPr>
          <w:sz w:val="28"/>
        </w:rPr>
        <w:t>0</w:t>
      </w:r>
      <w:r w:rsidR="00E8389F">
        <w:rPr>
          <w:sz w:val="28"/>
        </w:rPr>
        <w:t>3</w:t>
      </w:r>
      <w:r w:rsidR="00BE3EED">
        <w:rPr>
          <w:sz w:val="28"/>
        </w:rPr>
        <w:t xml:space="preserve"> «</w:t>
      </w:r>
      <w:r>
        <w:rPr>
          <w:sz w:val="28"/>
        </w:rPr>
        <w:t>Администрация Ленинского района</w:t>
      </w:r>
      <w:r w:rsidR="00235A25">
        <w:rPr>
          <w:sz w:val="28"/>
        </w:rPr>
        <w:t xml:space="preserve"> города Смоленска</w:t>
      </w:r>
      <w:r w:rsidR="00BE3EED">
        <w:rPr>
          <w:sz w:val="28"/>
        </w:rPr>
        <w:t>»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417E20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417E20">
              <w:rPr>
                <w:iCs/>
                <w:sz w:val="28"/>
                <w:szCs w:val="28"/>
              </w:rPr>
              <w:t>0</w:t>
            </w:r>
            <w:r w:rsidR="00E8389F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155D18">
              <w:rPr>
                <w:bCs/>
                <w:sz w:val="28"/>
                <w:szCs w:val="28"/>
              </w:rPr>
              <w:t>35469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Default="00155D18" w:rsidP="007425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проведение Всероссийской переписи населения 2020 года</w:t>
            </w:r>
          </w:p>
          <w:p w:rsidR="00155D18" w:rsidRPr="0074254F" w:rsidRDefault="00155D18" w:rsidP="007425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D18" w:rsidRDefault="00155D18" w:rsidP="00155D18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1.2. Главу 904 «Администрация Заднепровского района города Смоленска» дополнить кодом бюджетной классификации:</w:t>
      </w:r>
    </w:p>
    <w:p w:rsidR="00155D18" w:rsidRPr="00EE5B26" w:rsidRDefault="00155D18" w:rsidP="00155D18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155D18" w:rsidRPr="0047430F" w:rsidTr="003478E8">
        <w:trPr>
          <w:trHeight w:val="855"/>
        </w:trPr>
        <w:tc>
          <w:tcPr>
            <w:tcW w:w="827" w:type="dxa"/>
          </w:tcPr>
          <w:p w:rsidR="00155D18" w:rsidRDefault="00155D18" w:rsidP="003478E8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904</w:t>
            </w:r>
          </w:p>
        </w:tc>
        <w:tc>
          <w:tcPr>
            <w:tcW w:w="3159" w:type="dxa"/>
            <w:shd w:val="clear" w:color="auto" w:fill="auto"/>
          </w:tcPr>
          <w:p w:rsidR="00155D18" w:rsidRPr="00AB69D5" w:rsidRDefault="00155D18" w:rsidP="003478E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>
              <w:rPr>
                <w:bCs/>
                <w:sz w:val="28"/>
                <w:szCs w:val="28"/>
              </w:rPr>
              <w:t>35469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155D18" w:rsidRDefault="00155D18" w:rsidP="003478E8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155D18" w:rsidRDefault="00155D18" w:rsidP="003478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проведение Всероссийской переписи населения 2020 года</w:t>
            </w:r>
          </w:p>
          <w:p w:rsidR="00155D18" w:rsidRPr="0074254F" w:rsidRDefault="00155D18" w:rsidP="003478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D18" w:rsidRDefault="00155D18" w:rsidP="00155D18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1.3. Главу 905 «Администрация Промышленного района города Смоленска» дополнить кодом бюджетной классификации:</w:t>
      </w:r>
    </w:p>
    <w:p w:rsidR="00155D18" w:rsidRPr="00EE5B26" w:rsidRDefault="00155D18" w:rsidP="00155D18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155D18" w:rsidRPr="0047430F" w:rsidTr="003478E8">
        <w:trPr>
          <w:trHeight w:val="855"/>
        </w:trPr>
        <w:tc>
          <w:tcPr>
            <w:tcW w:w="827" w:type="dxa"/>
          </w:tcPr>
          <w:p w:rsidR="00155D18" w:rsidRDefault="00155D18" w:rsidP="003478E8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905</w:t>
            </w:r>
          </w:p>
        </w:tc>
        <w:tc>
          <w:tcPr>
            <w:tcW w:w="3159" w:type="dxa"/>
            <w:shd w:val="clear" w:color="auto" w:fill="auto"/>
          </w:tcPr>
          <w:p w:rsidR="00155D18" w:rsidRPr="00AB69D5" w:rsidRDefault="00155D18" w:rsidP="003478E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>
              <w:rPr>
                <w:bCs/>
                <w:sz w:val="28"/>
                <w:szCs w:val="28"/>
              </w:rPr>
              <w:t>35469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155D18" w:rsidRDefault="00155D18" w:rsidP="003478E8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155D18" w:rsidRDefault="00155D18" w:rsidP="003478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городских округов на проведение Всероссийской переписи населения 2020 года</w:t>
            </w:r>
          </w:p>
          <w:p w:rsidR="001C6AA7" w:rsidRPr="0074254F" w:rsidRDefault="001C6AA7" w:rsidP="003478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55D18" w:rsidRP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155D18" w:rsidRDefault="00155D18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5E721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5E721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47063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55D18"/>
    <w:rsid w:val="00165E51"/>
    <w:rsid w:val="001945CE"/>
    <w:rsid w:val="001B177F"/>
    <w:rsid w:val="001B5527"/>
    <w:rsid w:val="001C6AA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317"/>
    <w:rsid w:val="003A3E82"/>
    <w:rsid w:val="003F7E0C"/>
    <w:rsid w:val="0041040F"/>
    <w:rsid w:val="00417E20"/>
    <w:rsid w:val="00427530"/>
    <w:rsid w:val="00437CB3"/>
    <w:rsid w:val="00445EBD"/>
    <w:rsid w:val="00447063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E721C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C4E66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10790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ED7FA-7604-400A-A05E-E67E6474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356</TotalTime>
  <Pages>2</Pages>
  <Words>252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57</cp:revision>
  <cp:lastPrinted>2021-02-08T08:29:00Z</cp:lastPrinted>
  <dcterms:created xsi:type="dcterms:W3CDTF">2016-03-02T11:22:00Z</dcterms:created>
  <dcterms:modified xsi:type="dcterms:W3CDTF">2021-04-07T08:23:00Z</dcterms:modified>
</cp:coreProperties>
</file>