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D14696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</w:t>
      </w:r>
      <w:r w:rsidR="00795955">
        <w:rPr>
          <w:sz w:val="28"/>
        </w:rPr>
        <w:t xml:space="preserve">                                                                                    </w:t>
      </w:r>
      <w:r w:rsidR="00B55160">
        <w:rPr>
          <w:sz w:val="28"/>
        </w:rPr>
        <w:t xml:space="preserve">   </w:t>
      </w:r>
      <w:r w:rsidR="00795955">
        <w:rPr>
          <w:sz w:val="28"/>
        </w:rPr>
        <w:t xml:space="preserve"> </w:t>
      </w:r>
      <w:r w:rsidRPr="00D14696">
        <w:rPr>
          <w:b/>
          <w:sz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036F0">
        <w:rPr>
          <w:sz w:val="28"/>
        </w:rPr>
        <w:t>й</w:t>
      </w:r>
      <w:r w:rsidR="00CD6F1E">
        <w:rPr>
          <w:sz w:val="28"/>
        </w:rPr>
        <w:t xml:space="preserve"> </w:t>
      </w:r>
      <w:r w:rsidR="009D0475">
        <w:rPr>
          <w:sz w:val="28"/>
        </w:rPr>
        <w:t>в</w:t>
      </w:r>
      <w:r w:rsidR="00CD6F1E">
        <w:rPr>
          <w:sz w:val="28"/>
        </w:rPr>
        <w:t xml:space="preserve"> </w:t>
      </w:r>
      <w:r>
        <w:rPr>
          <w:sz w:val="28"/>
        </w:rPr>
        <w:t>Перечень</w:t>
      </w:r>
      <w:r w:rsidR="00CD6F1E">
        <w:rPr>
          <w:sz w:val="28"/>
        </w:rPr>
        <w:t xml:space="preserve"> </w:t>
      </w:r>
      <w:r w:rsidR="00BE3EED">
        <w:rPr>
          <w:sz w:val="28"/>
        </w:rPr>
        <w:t>главных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CD6F1E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CD6F1E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CD6F1E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CD6F1E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CD6F1E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CD6F1E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CD6F1E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CD6F1E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CD6F1E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 xml:space="preserve">отраслевых (функциональных) органов Администрации города </w:t>
      </w:r>
      <w:proofErr w:type="gramStart"/>
      <w:r w:rsidR="00AC7A5D">
        <w:rPr>
          <w:sz w:val="28"/>
        </w:rPr>
        <w:t>Смоленска</w:t>
      </w:r>
      <w:proofErr w:type="gramEnd"/>
      <w:r w:rsidR="00225F47">
        <w:rPr>
          <w:sz w:val="28"/>
        </w:rPr>
        <w:t xml:space="preserve"> следующ</w:t>
      </w:r>
      <w:r w:rsidR="006551DB">
        <w:rPr>
          <w:sz w:val="28"/>
        </w:rPr>
        <w:t>и</w:t>
      </w:r>
      <w:r w:rsidR="00225F47">
        <w:rPr>
          <w:sz w:val="28"/>
        </w:rPr>
        <w:t>е изменени</w:t>
      </w:r>
      <w:r w:rsidR="006551DB">
        <w:rPr>
          <w:sz w:val="28"/>
        </w:rPr>
        <w:t>я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CD6F1E">
        <w:rPr>
          <w:sz w:val="28"/>
        </w:rPr>
        <w:t>2</w:t>
      </w:r>
      <w:r>
        <w:rPr>
          <w:sz w:val="28"/>
        </w:rPr>
        <w:t xml:space="preserve"> «</w:t>
      </w:r>
      <w:r w:rsidR="00235A25">
        <w:rPr>
          <w:sz w:val="28"/>
        </w:rPr>
        <w:t>Администраци</w:t>
      </w:r>
      <w:r w:rsidR="00CD6F1E">
        <w:rPr>
          <w:sz w:val="28"/>
        </w:rPr>
        <w:t>я</w:t>
      </w:r>
      <w:r w:rsidR="00235A25">
        <w:rPr>
          <w:sz w:val="28"/>
        </w:rPr>
        <w:t xml:space="preserve"> города Смоленска</w:t>
      </w:r>
      <w:r>
        <w:rPr>
          <w:sz w:val="28"/>
        </w:rPr>
        <w:t>» дополнить код</w:t>
      </w:r>
      <w:r w:rsidR="00442E05">
        <w:rPr>
          <w:sz w:val="28"/>
        </w:rPr>
        <w:t>ами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C7787F" w:rsidRPr="0047430F" w:rsidTr="00F3425D">
        <w:trPr>
          <w:trHeight w:val="855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C7787F" w:rsidRDefault="00C7787F" w:rsidP="00C778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1 11 05012 04 1000 120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C7787F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7787F" w:rsidRPr="0047430F" w:rsidTr="00EF3623">
        <w:trPr>
          <w:trHeight w:val="705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C7787F" w:rsidRDefault="00C7787F" w:rsidP="00C778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1 11 05012 04 2000 120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C7787F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C7787F" w:rsidRPr="0047430F" w:rsidTr="00F3425D">
        <w:trPr>
          <w:trHeight w:val="855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C7787F" w:rsidRDefault="00C7787F" w:rsidP="00C778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1 11 05024 04 1000 120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C7787F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7787F" w:rsidRPr="0047430F" w:rsidTr="00EF3623">
        <w:trPr>
          <w:trHeight w:val="626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C7787F" w:rsidRDefault="00C7787F" w:rsidP="00C778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1 11 05024 04 2000 120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C7787F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C7787F" w:rsidRPr="0047430F" w:rsidTr="00F3425D">
        <w:trPr>
          <w:trHeight w:val="855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C7787F" w:rsidRDefault="00C7787F" w:rsidP="00C778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1 11 05074 04 1001 120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C7787F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7787F" w:rsidRPr="0047430F" w:rsidTr="00110C64">
        <w:trPr>
          <w:trHeight w:val="675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902</w:t>
            </w:r>
          </w:p>
        </w:tc>
        <w:tc>
          <w:tcPr>
            <w:tcW w:w="3119" w:type="dxa"/>
            <w:shd w:val="clear" w:color="auto" w:fill="auto"/>
          </w:tcPr>
          <w:p w:rsidR="00C7787F" w:rsidRDefault="00C7787F" w:rsidP="00C778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1 11 05074 04 2001 120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C7787F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C7787F" w:rsidRPr="0047430F" w:rsidTr="00F3425D">
        <w:trPr>
          <w:trHeight w:val="855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1 14 02043 04 1000 410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EF3623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7787F" w:rsidRPr="0047430F" w:rsidTr="00110C64">
        <w:trPr>
          <w:trHeight w:val="622"/>
        </w:trPr>
        <w:tc>
          <w:tcPr>
            <w:tcW w:w="817" w:type="dxa"/>
          </w:tcPr>
          <w:p w:rsidR="00C7787F" w:rsidRDefault="00C7787F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1 14 02043 04 2000 410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110C64" w:rsidRDefault="00EF3623" w:rsidP="00110C64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C7787F" w:rsidRPr="0047430F" w:rsidTr="00F3425D">
        <w:trPr>
          <w:trHeight w:val="855"/>
        </w:trPr>
        <w:tc>
          <w:tcPr>
            <w:tcW w:w="817" w:type="dxa"/>
          </w:tcPr>
          <w:p w:rsidR="00C7787F" w:rsidRDefault="00EF3623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1 14 06012 04 1000 430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EF3623" w:rsidRDefault="00EF3623" w:rsidP="00EF3623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7787F" w:rsidRPr="0047430F" w:rsidTr="00EF3623">
        <w:trPr>
          <w:trHeight w:val="663"/>
        </w:trPr>
        <w:tc>
          <w:tcPr>
            <w:tcW w:w="817" w:type="dxa"/>
          </w:tcPr>
          <w:p w:rsidR="00C7787F" w:rsidRDefault="00EF3623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1 14 06012 04 2000 430</w:t>
            </w:r>
          </w:p>
          <w:p w:rsidR="00C7787F" w:rsidRDefault="00C7787F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787F" w:rsidRPr="00EF3623" w:rsidRDefault="00EF3623" w:rsidP="00EF3623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EF3623" w:rsidRPr="0047430F" w:rsidTr="00F3425D">
        <w:trPr>
          <w:trHeight w:val="855"/>
        </w:trPr>
        <w:tc>
          <w:tcPr>
            <w:tcW w:w="817" w:type="dxa"/>
          </w:tcPr>
          <w:p w:rsidR="00EF3623" w:rsidRDefault="006551DB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1 14 06024 04 1000 430</w:t>
            </w:r>
          </w:p>
          <w:p w:rsidR="00EF3623" w:rsidRDefault="00EF3623" w:rsidP="00EF362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F3623" w:rsidRDefault="00EF3623" w:rsidP="00EF3623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F3623" w:rsidRPr="0047430F" w:rsidTr="00110C64">
        <w:trPr>
          <w:trHeight w:val="587"/>
        </w:trPr>
        <w:tc>
          <w:tcPr>
            <w:tcW w:w="817" w:type="dxa"/>
          </w:tcPr>
          <w:p w:rsidR="00EF3623" w:rsidRDefault="006551DB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1 14 06024 04 2000 430</w:t>
            </w:r>
          </w:p>
          <w:p w:rsidR="00EF3623" w:rsidRDefault="00EF3623" w:rsidP="00EF362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F3623" w:rsidRDefault="00EF3623" w:rsidP="00EF3623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EF3623" w:rsidRPr="0047430F" w:rsidTr="00F3425D">
        <w:trPr>
          <w:trHeight w:val="855"/>
        </w:trPr>
        <w:tc>
          <w:tcPr>
            <w:tcW w:w="817" w:type="dxa"/>
          </w:tcPr>
          <w:p w:rsidR="00EF3623" w:rsidRDefault="006551DB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1 14 06312 04 1000 430</w:t>
            </w:r>
          </w:p>
          <w:p w:rsidR="00EF3623" w:rsidRDefault="00EF3623" w:rsidP="00EF362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F3623" w:rsidRDefault="00EF3623" w:rsidP="00EF3623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F3623" w:rsidRPr="0047430F" w:rsidTr="00110C64">
        <w:trPr>
          <w:trHeight w:val="619"/>
        </w:trPr>
        <w:tc>
          <w:tcPr>
            <w:tcW w:w="817" w:type="dxa"/>
          </w:tcPr>
          <w:p w:rsidR="00EF3623" w:rsidRDefault="006551DB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1 14 06312 04 2000 430</w:t>
            </w:r>
          </w:p>
          <w:p w:rsidR="00EF3623" w:rsidRDefault="00EF3623" w:rsidP="00EF362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F3623" w:rsidRDefault="00EF3623" w:rsidP="00EF3623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EF3623" w:rsidRPr="0047430F" w:rsidTr="00F3425D">
        <w:trPr>
          <w:trHeight w:val="855"/>
        </w:trPr>
        <w:tc>
          <w:tcPr>
            <w:tcW w:w="817" w:type="dxa"/>
          </w:tcPr>
          <w:p w:rsidR="00EF3623" w:rsidRDefault="006551DB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1 14 06324 04 1000 430</w:t>
            </w:r>
          </w:p>
          <w:p w:rsidR="00EF3623" w:rsidRDefault="00EF3623" w:rsidP="00EF362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F3623" w:rsidRDefault="00EF3623" w:rsidP="00EF3623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F3623" w:rsidRPr="0047430F" w:rsidTr="00110C64">
        <w:trPr>
          <w:trHeight w:val="689"/>
        </w:trPr>
        <w:tc>
          <w:tcPr>
            <w:tcW w:w="817" w:type="dxa"/>
          </w:tcPr>
          <w:p w:rsidR="00EF3623" w:rsidRDefault="006551DB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1 14 06324 04 2000 430</w:t>
            </w:r>
          </w:p>
          <w:p w:rsidR="00EF3623" w:rsidRDefault="00EF3623" w:rsidP="00EF362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F3623" w:rsidRDefault="00EF3623" w:rsidP="00110C64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Пени и проценты по соответствующему платежу</w:t>
            </w:r>
          </w:p>
        </w:tc>
      </w:tr>
      <w:tr w:rsidR="00EF3623" w:rsidRPr="0047430F" w:rsidTr="00F3425D">
        <w:trPr>
          <w:trHeight w:val="855"/>
        </w:trPr>
        <w:tc>
          <w:tcPr>
            <w:tcW w:w="817" w:type="dxa"/>
          </w:tcPr>
          <w:p w:rsidR="00EF3623" w:rsidRDefault="006551DB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EF3623" w:rsidRDefault="00EF3623" w:rsidP="00EF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1 17 05040 04 1001 180</w:t>
            </w:r>
          </w:p>
          <w:p w:rsidR="00EF3623" w:rsidRDefault="00EF3623" w:rsidP="00EF362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F3623" w:rsidRDefault="00EF3623" w:rsidP="00110C6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Плата за размещение нестационарных торговых объектов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</w:tr>
    </w:tbl>
    <w:p w:rsidR="00CD6F1E" w:rsidRPr="00CD6F1E" w:rsidRDefault="00CD6F1E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40"/>
          <w:szCs w:val="40"/>
        </w:rPr>
      </w:pPr>
    </w:p>
    <w:p w:rsidR="00EE5B26" w:rsidRDefault="00EE5B26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>
        <w:rPr>
          <w:rFonts w:ascii="Times New Roman CYR" w:hAnsi="Times New Roman CYR" w:cs="Times New Roman CYR"/>
          <w:sz w:val="28"/>
          <w:szCs w:val="28"/>
        </w:rPr>
        <w:t>Голубева) довести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доходов  бюджета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6551DB">
      <w:pPr>
        <w:pStyle w:val="a9"/>
        <w:tabs>
          <w:tab w:val="clear" w:pos="4153"/>
          <w:tab w:val="clear" w:pos="8306"/>
        </w:tabs>
        <w:ind w:right="-1"/>
        <w:jc w:val="center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6551DB">
        <w:rPr>
          <w:sz w:val="28"/>
        </w:rPr>
        <w:t xml:space="preserve">         </w:t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CD6F1E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CD6F1E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0E6" w:rsidRDefault="003A50E6">
      <w:r>
        <w:separator/>
      </w:r>
    </w:p>
  </w:endnote>
  <w:endnote w:type="continuationSeparator" w:id="0">
    <w:p w:rsidR="003A50E6" w:rsidRDefault="003A5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0E6" w:rsidRDefault="003A50E6">
      <w:r>
        <w:separator/>
      </w:r>
    </w:p>
  </w:footnote>
  <w:footnote w:type="continuationSeparator" w:id="0">
    <w:p w:rsidR="003A50E6" w:rsidRDefault="003A5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E6" w:rsidRDefault="00751FD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A50E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A50E6" w:rsidRDefault="003A50E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E6" w:rsidRDefault="00751FD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A50E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14696">
      <w:rPr>
        <w:rStyle w:val="ab"/>
        <w:noProof/>
      </w:rPr>
      <w:t>2</w:t>
    </w:r>
    <w:r>
      <w:rPr>
        <w:rStyle w:val="ab"/>
      </w:rPr>
      <w:fldChar w:fldCharType="end"/>
    </w:r>
  </w:p>
  <w:p w:rsidR="003A50E6" w:rsidRDefault="003A50E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C64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036F0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A50E6"/>
    <w:rsid w:val="003F7E0C"/>
    <w:rsid w:val="0041040F"/>
    <w:rsid w:val="00427530"/>
    <w:rsid w:val="00442E05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2BD1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C622E"/>
    <w:rsid w:val="005E5E34"/>
    <w:rsid w:val="005F4346"/>
    <w:rsid w:val="00601EE8"/>
    <w:rsid w:val="00622E47"/>
    <w:rsid w:val="006270FC"/>
    <w:rsid w:val="0064008E"/>
    <w:rsid w:val="00646663"/>
    <w:rsid w:val="006551DB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4963"/>
    <w:rsid w:val="00751FDC"/>
    <w:rsid w:val="00753C35"/>
    <w:rsid w:val="00763D59"/>
    <w:rsid w:val="007724A7"/>
    <w:rsid w:val="0078164F"/>
    <w:rsid w:val="00782744"/>
    <w:rsid w:val="00786969"/>
    <w:rsid w:val="00795955"/>
    <w:rsid w:val="007B1CB2"/>
    <w:rsid w:val="007C4F6A"/>
    <w:rsid w:val="007C6073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D1AFE"/>
    <w:rsid w:val="008E5023"/>
    <w:rsid w:val="008E7BA2"/>
    <w:rsid w:val="00900B1D"/>
    <w:rsid w:val="00903519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66F6A"/>
    <w:rsid w:val="00A83663"/>
    <w:rsid w:val="00A87BF1"/>
    <w:rsid w:val="00AA1238"/>
    <w:rsid w:val="00AC5741"/>
    <w:rsid w:val="00AC7A5D"/>
    <w:rsid w:val="00AE30F9"/>
    <w:rsid w:val="00AE77C8"/>
    <w:rsid w:val="00AE7C05"/>
    <w:rsid w:val="00AF3617"/>
    <w:rsid w:val="00B10B68"/>
    <w:rsid w:val="00B11762"/>
    <w:rsid w:val="00B55160"/>
    <w:rsid w:val="00B65089"/>
    <w:rsid w:val="00B65DC3"/>
    <w:rsid w:val="00B7398E"/>
    <w:rsid w:val="00B814D0"/>
    <w:rsid w:val="00BA036F"/>
    <w:rsid w:val="00BA477F"/>
    <w:rsid w:val="00BA6032"/>
    <w:rsid w:val="00BE3EED"/>
    <w:rsid w:val="00C22604"/>
    <w:rsid w:val="00C547EB"/>
    <w:rsid w:val="00C72A6C"/>
    <w:rsid w:val="00C7787F"/>
    <w:rsid w:val="00C93547"/>
    <w:rsid w:val="00C94DF8"/>
    <w:rsid w:val="00CA5648"/>
    <w:rsid w:val="00CB5ADE"/>
    <w:rsid w:val="00CD6F1E"/>
    <w:rsid w:val="00CE0699"/>
    <w:rsid w:val="00CE2AE2"/>
    <w:rsid w:val="00CE3C21"/>
    <w:rsid w:val="00D0573F"/>
    <w:rsid w:val="00D07416"/>
    <w:rsid w:val="00D1469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3623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7C438-10E3-45B2-B726-1CF2AC68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450</TotalTime>
  <Pages>2</Pages>
  <Words>470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56</cp:revision>
  <cp:lastPrinted>2021-02-01T13:59:00Z</cp:lastPrinted>
  <dcterms:created xsi:type="dcterms:W3CDTF">2016-03-02T11:22:00Z</dcterms:created>
  <dcterms:modified xsi:type="dcterms:W3CDTF">2021-02-03T13:20:00Z</dcterms:modified>
</cp:coreProperties>
</file>