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Pr="00E41921" w:rsidRDefault="00795955" w:rsidP="00A66F6A">
      <w:pPr>
        <w:pStyle w:val="a9"/>
        <w:tabs>
          <w:tab w:val="clear" w:pos="4153"/>
          <w:tab w:val="clear" w:pos="8306"/>
        </w:tabs>
        <w:rPr>
          <w:b/>
          <w:sz w:val="28"/>
        </w:rPr>
      </w:pPr>
      <w:r>
        <w:rPr>
          <w:sz w:val="28"/>
        </w:rPr>
        <w:t xml:space="preserve">                                                                                       </w:t>
      </w:r>
      <w:r w:rsidR="00E41921">
        <w:rPr>
          <w:sz w:val="28"/>
        </w:rPr>
        <w:t xml:space="preserve">                             </w:t>
      </w:r>
      <w:r w:rsidR="00E41921" w:rsidRPr="00E41921">
        <w:rPr>
          <w:b/>
          <w:sz w:val="28"/>
        </w:rPr>
        <w:t>ПРОЕКТ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E8389F">
        <w:rPr>
          <w:sz w:val="28"/>
        </w:rPr>
        <w:t>923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E8389F">
        <w:rPr>
          <w:sz w:val="28"/>
        </w:rPr>
        <w:t>дорожного хозяйства и строительства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E8389F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8389F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59" w:type="dxa"/>
            <w:shd w:val="clear" w:color="auto" w:fill="auto"/>
          </w:tcPr>
          <w:p w:rsidR="00437CB3" w:rsidRPr="00AB69D5" w:rsidRDefault="00AB69D5" w:rsidP="00437C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2 02 25021 04 0000 150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AB69D5" w:rsidRDefault="00AB69D5" w:rsidP="00AB69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>
              <w:rPr>
                <w:sz w:val="28"/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</w:p>
          <w:p w:rsidR="00F3425D" w:rsidRPr="00795955" w:rsidRDefault="00F3425D" w:rsidP="00A66F6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                                 </w:t>
      </w:r>
      <w:r>
        <w:rPr>
          <w:sz w:val="28"/>
        </w:rPr>
        <w:t>Е.Н. Ландарская</w:t>
      </w:r>
    </w:p>
    <w:sectPr w:rsidR="009E51C8" w:rsidSect="00A515BA">
      <w:headerReference w:type="even" r:id="rId8"/>
      <w:headerReference w:type="default" r:id="rId9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E326B9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E326B9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B69D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317"/>
    <w:rsid w:val="003A3E82"/>
    <w:rsid w:val="003F7E0C"/>
    <w:rsid w:val="0041040F"/>
    <w:rsid w:val="00427530"/>
    <w:rsid w:val="00437CB3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A22BD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4BF"/>
    <w:rsid w:val="00A55979"/>
    <w:rsid w:val="00A66293"/>
    <w:rsid w:val="00A66F6A"/>
    <w:rsid w:val="00A83663"/>
    <w:rsid w:val="00A87BF1"/>
    <w:rsid w:val="00AA1238"/>
    <w:rsid w:val="00AB69D5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26B9"/>
    <w:rsid w:val="00E34A4F"/>
    <w:rsid w:val="00E35550"/>
    <w:rsid w:val="00E37895"/>
    <w:rsid w:val="00E41921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13F9C-231A-4144-AF6E-FD5A246D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342</TotalTime>
  <Pages>1</Pages>
  <Words>199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53</cp:revision>
  <cp:lastPrinted>2021-01-29T11:48:00Z</cp:lastPrinted>
  <dcterms:created xsi:type="dcterms:W3CDTF">2016-03-02T11:22:00Z</dcterms:created>
  <dcterms:modified xsi:type="dcterms:W3CDTF">2021-02-01T08:45:00Z</dcterms:modified>
</cp:coreProperties>
</file>