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D02EB1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</w:t>
      </w:r>
      <w:r w:rsidR="00795955"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                          </w:t>
      </w:r>
      <w:r w:rsidRPr="00D02EB1">
        <w:rPr>
          <w:b/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59" w:type="dxa"/>
            <w:shd w:val="clear" w:color="auto" w:fill="auto"/>
          </w:tcPr>
          <w:p w:rsidR="00437CB3" w:rsidRPr="00437CB3" w:rsidRDefault="00437CB3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37CB3">
              <w:rPr>
                <w:bCs/>
                <w:sz w:val="28"/>
                <w:szCs w:val="28"/>
              </w:rPr>
              <w:t>1 16 10062 04 0000 140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437CB3" w:rsidRDefault="00437CB3" w:rsidP="00437C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AC260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AC260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02EB1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317"/>
    <w:rsid w:val="003A3E82"/>
    <w:rsid w:val="003F7E0C"/>
    <w:rsid w:val="0041040F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C2602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2EB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FC26-E789-4CDC-A3B9-540B1B3F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336</TotalTime>
  <Pages>2</Pages>
  <Words>240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52</cp:revision>
  <cp:lastPrinted>2021-01-25T07:46:00Z</cp:lastPrinted>
  <dcterms:created xsi:type="dcterms:W3CDTF">2016-03-02T11:22:00Z</dcterms:created>
  <dcterms:modified xsi:type="dcterms:W3CDTF">2021-01-25T11:21:00Z</dcterms:modified>
</cp:coreProperties>
</file>