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18242F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</w:t>
      </w:r>
      <w:r w:rsidR="00795955">
        <w:rPr>
          <w:sz w:val="28"/>
        </w:rPr>
        <w:t xml:space="preserve">                                                     </w:t>
      </w:r>
      <w:r>
        <w:rPr>
          <w:sz w:val="28"/>
        </w:rPr>
        <w:t xml:space="preserve">                               </w:t>
      </w:r>
      <w:r w:rsidRPr="0018242F">
        <w:rPr>
          <w:b/>
          <w:sz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</w:t>
      </w:r>
      <w:r w:rsidR="00E736B4">
        <w:rPr>
          <w:sz w:val="28"/>
        </w:rPr>
        <w:t>10</w:t>
      </w:r>
      <w:r>
        <w:rPr>
          <w:sz w:val="28"/>
        </w:rPr>
        <w:t xml:space="preserve"> «</w:t>
      </w:r>
      <w:r w:rsidR="00E736B4">
        <w:rPr>
          <w:sz w:val="28"/>
        </w:rPr>
        <w:t>Комитет по физической культуре и спорту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"/>
        <w:gridCol w:w="3139"/>
        <w:gridCol w:w="5705"/>
      </w:tblGrid>
      <w:tr w:rsidR="00F3425D" w:rsidRPr="0047430F" w:rsidTr="00E736B4">
        <w:trPr>
          <w:trHeight w:val="805"/>
        </w:trPr>
        <w:tc>
          <w:tcPr>
            <w:tcW w:w="822" w:type="dxa"/>
          </w:tcPr>
          <w:p w:rsidR="00F3425D" w:rsidRDefault="00F3425D" w:rsidP="00E736B4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736B4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3139" w:type="dxa"/>
            <w:shd w:val="clear" w:color="auto" w:fill="auto"/>
          </w:tcPr>
          <w:p w:rsidR="00E736B4" w:rsidRPr="00E736B4" w:rsidRDefault="00E736B4" w:rsidP="00E736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36B4">
              <w:rPr>
                <w:sz w:val="28"/>
                <w:szCs w:val="28"/>
              </w:rPr>
              <w:t>2 02 25229 04 0000 150</w:t>
            </w:r>
          </w:p>
          <w:p w:rsidR="00475A2A" w:rsidRDefault="00475A2A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E736B4" w:rsidRDefault="00E736B4" w:rsidP="00E736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E736B4" w:rsidRDefault="00E736B4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sectPr w:rsidR="009E51C8" w:rsidSect="00E8389F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B6EF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B6EF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36B4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242F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B6EFF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162E7"/>
    <w:rsid w:val="00A544BF"/>
    <w:rsid w:val="00A55979"/>
    <w:rsid w:val="00A66293"/>
    <w:rsid w:val="00A66F6A"/>
    <w:rsid w:val="00A83663"/>
    <w:rsid w:val="00A87BF1"/>
    <w:rsid w:val="00AA1238"/>
    <w:rsid w:val="00AC5741"/>
    <w:rsid w:val="00AC6E80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36B4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10E89-C399-471C-8B70-556F4D5D9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329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51</cp:revision>
  <cp:lastPrinted>2021-01-21T13:54:00Z</cp:lastPrinted>
  <dcterms:created xsi:type="dcterms:W3CDTF">2016-03-02T11:22:00Z</dcterms:created>
  <dcterms:modified xsi:type="dcterms:W3CDTF">2021-01-22T13:14:00Z</dcterms:modified>
</cp:coreProperties>
</file>