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647105" w:rsidRDefault="00647105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2A0603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860E2C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</w:t>
      </w:r>
      <w:r w:rsidR="002A0603">
        <w:rPr>
          <w:sz w:val="28"/>
        </w:rPr>
        <w:tab/>
      </w:r>
      <w:r w:rsidR="002A0603">
        <w:rPr>
          <w:sz w:val="28"/>
        </w:rPr>
        <w:tab/>
      </w:r>
      <w:r w:rsidR="002A0603">
        <w:rPr>
          <w:sz w:val="28"/>
        </w:rPr>
        <w:tab/>
      </w:r>
      <w:r w:rsidR="00795955">
        <w:rPr>
          <w:sz w:val="28"/>
        </w:rPr>
        <w:t xml:space="preserve">                                                      </w:t>
      </w:r>
      <w:r>
        <w:rPr>
          <w:sz w:val="28"/>
        </w:rPr>
        <w:t xml:space="preserve">            </w:t>
      </w:r>
      <w:r w:rsidR="00795955">
        <w:rPr>
          <w:sz w:val="28"/>
        </w:rPr>
        <w:t xml:space="preserve"> </w:t>
      </w:r>
      <w:r w:rsidR="0028045B">
        <w:rPr>
          <w:sz w:val="28"/>
        </w:rPr>
        <w:t>№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 w:rsidR="00251169">
        <w:rPr>
          <w:sz w:val="28"/>
        </w:rPr>
        <w:t xml:space="preserve">  </w:t>
      </w:r>
      <w:r w:rsidR="009D0475">
        <w:rPr>
          <w:sz w:val="28"/>
        </w:rPr>
        <w:t>изменени</w:t>
      </w:r>
      <w:r w:rsidR="00D3010C">
        <w:rPr>
          <w:sz w:val="28"/>
        </w:rPr>
        <w:t>я</w:t>
      </w:r>
      <w:r w:rsidR="00BE3EED">
        <w:rPr>
          <w:sz w:val="28"/>
        </w:rPr>
        <w:t xml:space="preserve"> </w:t>
      </w:r>
      <w:r w:rsidR="00251169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251169">
        <w:rPr>
          <w:sz w:val="28"/>
        </w:rPr>
        <w:t xml:space="preserve">   </w:t>
      </w:r>
      <w:r>
        <w:rPr>
          <w:sz w:val="28"/>
        </w:rPr>
        <w:t>Перечень</w:t>
      </w:r>
      <w:r w:rsidR="00251169">
        <w:rPr>
          <w:sz w:val="28"/>
        </w:rPr>
        <w:t xml:space="preserve"> </w:t>
      </w:r>
      <w:r w:rsidR="00BE3EED">
        <w:rPr>
          <w:sz w:val="28"/>
        </w:rPr>
        <w:t xml:space="preserve">   </w:t>
      </w:r>
      <w:r w:rsidR="00251169">
        <w:rPr>
          <w:sz w:val="28"/>
        </w:rPr>
        <w:t>кодов</w:t>
      </w:r>
    </w:p>
    <w:p w:rsidR="009E51C8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подвидов (групп) доходов   по   видам</w:t>
      </w:r>
      <w:r w:rsidR="00F3425D">
        <w:rPr>
          <w:sz w:val="28"/>
        </w:rPr>
        <w:t xml:space="preserve"> </w:t>
      </w:r>
      <w:r>
        <w:rPr>
          <w:sz w:val="28"/>
        </w:rPr>
        <w:t xml:space="preserve">  </w:t>
      </w:r>
      <w:r w:rsidR="009E51C8">
        <w:rPr>
          <w:sz w:val="28"/>
        </w:rPr>
        <w:t>доходов</w:t>
      </w:r>
      <w:r>
        <w:rPr>
          <w:sz w:val="28"/>
        </w:rPr>
        <w:t>,</w:t>
      </w:r>
    </w:p>
    <w:p w:rsidR="00BE3EED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главными администраторами</w:t>
      </w:r>
      <w:r w:rsidR="009E51C8">
        <w:rPr>
          <w:sz w:val="28"/>
        </w:rPr>
        <w:t xml:space="preserve"> </w:t>
      </w:r>
      <w:r>
        <w:rPr>
          <w:sz w:val="28"/>
        </w:rPr>
        <w:t>которых являются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   </w:t>
      </w:r>
    </w:p>
    <w:p w:rsidR="00BE3EED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органы  местного  самоуправления,  отраслевые</w:t>
      </w:r>
    </w:p>
    <w:p w:rsidR="00251169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(функциональные)     органы     </w:t>
      </w:r>
      <w:r w:rsidR="00AC7A5D">
        <w:rPr>
          <w:sz w:val="28"/>
        </w:rPr>
        <w:t>Администрации</w:t>
      </w:r>
      <w:r w:rsidR="00BE3EED">
        <w:rPr>
          <w:sz w:val="28"/>
        </w:rPr>
        <w:t xml:space="preserve">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Pr="00647105" w:rsidRDefault="009E51C8" w:rsidP="0028045B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D0475" w:rsidRPr="00647105" w:rsidRDefault="009D0475" w:rsidP="00CB5ADE">
      <w:pPr>
        <w:pStyle w:val="a9"/>
        <w:tabs>
          <w:tab w:val="clear" w:pos="4153"/>
          <w:tab w:val="clear" w:pos="8306"/>
        </w:tabs>
        <w:rPr>
          <w:sz w:val="28"/>
          <w:szCs w:val="28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647105" w:rsidRDefault="0039496C" w:rsidP="002444E9">
      <w:pPr>
        <w:ind w:firstLine="708"/>
        <w:jc w:val="both"/>
        <w:rPr>
          <w:sz w:val="28"/>
          <w:szCs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64710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</w:t>
      </w:r>
      <w:r w:rsidR="00F24F41">
        <w:rPr>
          <w:sz w:val="28"/>
        </w:rPr>
        <w:t>кодов подвидов (групп) доходов по видам доходов, главными администраторами которых являются органы</w:t>
      </w:r>
      <w:r w:rsidR="00AC7A5D">
        <w:rPr>
          <w:sz w:val="28"/>
        </w:rPr>
        <w:t xml:space="preserve"> местного самоуправления, отраслевы</w:t>
      </w:r>
      <w:r w:rsidR="00F24F41">
        <w:rPr>
          <w:sz w:val="28"/>
        </w:rPr>
        <w:t>е</w:t>
      </w:r>
      <w:r w:rsidR="00AC7A5D">
        <w:rPr>
          <w:sz w:val="28"/>
        </w:rPr>
        <w:t xml:space="preserve"> (функциональны</w:t>
      </w:r>
      <w:r w:rsidR="00F24F41">
        <w:rPr>
          <w:sz w:val="28"/>
        </w:rPr>
        <w:t>е</w:t>
      </w:r>
      <w:r w:rsidR="00AC7A5D">
        <w:rPr>
          <w:sz w:val="28"/>
        </w:rPr>
        <w:t>) орган</w:t>
      </w:r>
      <w:r w:rsidR="00F24F41">
        <w:rPr>
          <w:sz w:val="28"/>
        </w:rPr>
        <w:t>ы</w:t>
      </w:r>
      <w:r w:rsidR="00AC7A5D">
        <w:rPr>
          <w:sz w:val="28"/>
        </w:rPr>
        <w:t xml:space="preserve"> Администрации города Смоленска</w:t>
      </w:r>
      <w:r w:rsidR="00F24F41">
        <w:rPr>
          <w:sz w:val="28"/>
        </w:rPr>
        <w:t xml:space="preserve">, утвержденный приказом Финансово-казначейского управления Администрации города Смоленска от 14.11.2019 № 46, </w:t>
      </w:r>
      <w:r w:rsidR="00D3010C">
        <w:rPr>
          <w:sz w:val="28"/>
        </w:rPr>
        <w:t>следующее изменение</w:t>
      </w:r>
      <w:r w:rsidRPr="00EE5B26">
        <w:rPr>
          <w:sz w:val="28"/>
        </w:rPr>
        <w:t>:</w:t>
      </w:r>
    </w:p>
    <w:p w:rsidR="00530230" w:rsidRDefault="00F24F41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>
        <w:rPr>
          <w:sz w:val="28"/>
        </w:rPr>
        <w:t>виды доходов, в части неналоговых доходов, поступающих в бюджет города Смоленска, главными администраторами которых являются органы местного самоуправления, отраслевые (функциональные) органы Администрации города</w:t>
      </w:r>
      <w:r w:rsidR="00D3010C">
        <w:rPr>
          <w:sz w:val="28"/>
        </w:rPr>
        <w:t xml:space="preserve"> Смоленска, дополнить следующими кодами</w:t>
      </w:r>
      <w:r>
        <w:rPr>
          <w:sz w:val="28"/>
        </w:rPr>
        <w:t xml:space="preserve"> подвидов</w:t>
      </w:r>
      <w:r w:rsidR="00F323AC">
        <w:rPr>
          <w:sz w:val="28"/>
        </w:rPr>
        <w:t xml:space="preserve"> доходов</w:t>
      </w:r>
      <w:r w:rsidR="00F3425D">
        <w:rPr>
          <w:sz w:val="28"/>
        </w:rPr>
        <w:t>:</w:t>
      </w:r>
    </w:p>
    <w:p w:rsidR="00647105" w:rsidRDefault="00647105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</w:p>
    <w:p w:rsidR="00647105" w:rsidRDefault="00647105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55"/>
        <w:gridCol w:w="6351"/>
      </w:tblGrid>
      <w:tr w:rsidR="00385728" w:rsidRPr="0047430F" w:rsidTr="00385728">
        <w:trPr>
          <w:trHeight w:val="47"/>
        </w:trPr>
        <w:tc>
          <w:tcPr>
            <w:tcW w:w="3255" w:type="dxa"/>
            <w:shd w:val="clear" w:color="auto" w:fill="auto"/>
          </w:tcPr>
          <w:p w:rsidR="00385728" w:rsidRDefault="00D3010C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1 16 10123 01 0000 140</w:t>
            </w:r>
          </w:p>
          <w:p w:rsidR="00385728" w:rsidRDefault="00385728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6351" w:type="dxa"/>
            <w:shd w:val="clear" w:color="auto" w:fill="auto"/>
          </w:tcPr>
          <w:p w:rsidR="00D3010C" w:rsidRDefault="00D3010C" w:rsidP="00D301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385728" w:rsidRPr="00795955" w:rsidRDefault="00385728" w:rsidP="00D3010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C14671" w:rsidRDefault="00C14671">
      <w:r>
        <w:br w:type="page"/>
      </w: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55"/>
        <w:gridCol w:w="6351"/>
      </w:tblGrid>
      <w:tr w:rsidR="00385728" w:rsidRPr="00795955" w:rsidTr="00385728">
        <w:trPr>
          <w:trHeight w:val="47"/>
        </w:trPr>
        <w:tc>
          <w:tcPr>
            <w:tcW w:w="3255" w:type="dxa"/>
            <w:shd w:val="clear" w:color="auto" w:fill="auto"/>
          </w:tcPr>
          <w:p w:rsidR="00D3010C" w:rsidRDefault="00D3010C" w:rsidP="00D301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1 16 10123 01 0041 140</w:t>
            </w:r>
          </w:p>
          <w:p w:rsidR="00385728" w:rsidRDefault="00385728" w:rsidP="00D3010C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</w:tc>
        <w:tc>
          <w:tcPr>
            <w:tcW w:w="6351" w:type="dxa"/>
            <w:shd w:val="clear" w:color="auto" w:fill="auto"/>
          </w:tcPr>
          <w:p w:rsidR="00D3010C" w:rsidRPr="00647105" w:rsidRDefault="00D3010C" w:rsidP="00D301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</w:t>
            </w:r>
            <w:r w:rsidR="00647105">
              <w:rPr>
                <w:sz w:val="28"/>
                <w:szCs w:val="28"/>
              </w:rPr>
              <w:t xml:space="preserve"> бюджетов городских округов за исключением доходов, направляемых на формирование муниципального дорожного фонда)</w:t>
            </w:r>
          </w:p>
          <w:p w:rsidR="00385728" w:rsidRPr="00795955" w:rsidRDefault="00385728" w:rsidP="00D3010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385728" w:rsidRPr="00795955" w:rsidTr="00C14671">
        <w:trPr>
          <w:trHeight w:val="2710"/>
        </w:trPr>
        <w:tc>
          <w:tcPr>
            <w:tcW w:w="3255" w:type="dxa"/>
            <w:shd w:val="clear" w:color="auto" w:fill="auto"/>
          </w:tcPr>
          <w:p w:rsidR="00647105" w:rsidRDefault="00647105" w:rsidP="006471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1 16 10123 01 0042 140</w:t>
            </w:r>
          </w:p>
          <w:p w:rsidR="00385728" w:rsidRDefault="00385728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51" w:type="dxa"/>
            <w:shd w:val="clear" w:color="auto" w:fill="auto"/>
          </w:tcPr>
          <w:p w:rsidR="00385728" w:rsidRDefault="00647105" w:rsidP="006471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округов, направляемые на формирование муниципального дорожного фонда)</w:t>
            </w:r>
          </w:p>
        </w:tc>
      </w:tr>
    </w:tbl>
    <w:p w:rsidR="00647105" w:rsidRDefault="00647105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EE5B26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Отделу прогнозирования</w:t>
      </w:r>
      <w:r w:rsidR="0038572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Голубева)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 приказ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до 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14671">
        <w:rPr>
          <w:rFonts w:ascii="Times New Roman CYR" w:hAnsi="Times New Roman CYR" w:cs="Times New Roman CYR"/>
          <w:sz w:val="28"/>
          <w:szCs w:val="28"/>
        </w:rPr>
        <w:t>сведения   главных   администраторов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 Смоленска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</w:t>
      </w:r>
      <w:r w:rsidR="000418A1">
        <w:rPr>
          <w:rFonts w:ascii="Times New Roman CYR" w:hAnsi="Times New Roman CYR" w:cs="Times New Roman CYR"/>
          <w:sz w:val="28"/>
          <w:szCs w:val="28"/>
        </w:rPr>
        <w:t xml:space="preserve">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418A1" w:rsidRPr="000418A1" w:rsidRDefault="00C14671" w:rsidP="000418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 </w:t>
      </w:r>
      <w:r w:rsidR="000418A1">
        <w:rPr>
          <w:sz w:val="28"/>
          <w:szCs w:val="28"/>
        </w:rPr>
        <w:t>Настоящий</w:t>
      </w:r>
      <w:r w:rsidR="000418A1" w:rsidRPr="000418A1">
        <w:rPr>
          <w:sz w:val="28"/>
          <w:szCs w:val="28"/>
        </w:rPr>
        <w:t xml:space="preserve">  </w:t>
      </w:r>
      <w:r w:rsidR="000418A1">
        <w:rPr>
          <w:sz w:val="28"/>
          <w:szCs w:val="28"/>
        </w:rPr>
        <w:t>приказ</w:t>
      </w:r>
      <w:r w:rsidR="007D4B58">
        <w:rPr>
          <w:sz w:val="28"/>
          <w:szCs w:val="28"/>
        </w:rPr>
        <w:t xml:space="preserve">  вступает в </w:t>
      </w:r>
      <w:bookmarkStart w:id="0" w:name="_GoBack"/>
      <w:bookmarkEnd w:id="0"/>
      <w:r w:rsidR="000418A1" w:rsidRPr="000418A1">
        <w:rPr>
          <w:sz w:val="28"/>
          <w:szCs w:val="28"/>
        </w:rPr>
        <w:t xml:space="preserve"> силу  со дня его </w:t>
      </w:r>
      <w:r w:rsidR="000418A1">
        <w:rPr>
          <w:sz w:val="28"/>
          <w:szCs w:val="28"/>
        </w:rPr>
        <w:t>подписания</w:t>
      </w:r>
      <w:r w:rsidR="000418A1" w:rsidRPr="000418A1">
        <w:rPr>
          <w:sz w:val="28"/>
          <w:szCs w:val="28"/>
        </w:rPr>
        <w:t xml:space="preserve"> </w:t>
      </w:r>
      <w:r w:rsidR="000418A1">
        <w:rPr>
          <w:sz w:val="28"/>
          <w:szCs w:val="28"/>
        </w:rPr>
        <w:t xml:space="preserve">                                </w:t>
      </w:r>
      <w:r w:rsidR="000418A1" w:rsidRPr="000418A1">
        <w:rPr>
          <w:sz w:val="28"/>
          <w:szCs w:val="28"/>
        </w:rPr>
        <w:t xml:space="preserve">и распространяет свое действие на правоотношения, возникшие с 1 января </w:t>
      </w:r>
      <w:r w:rsidR="000418A1">
        <w:rPr>
          <w:sz w:val="28"/>
          <w:szCs w:val="28"/>
        </w:rPr>
        <w:t xml:space="preserve">                   </w:t>
      </w:r>
      <w:r w:rsidR="000418A1" w:rsidRPr="000418A1">
        <w:rPr>
          <w:sz w:val="28"/>
          <w:szCs w:val="28"/>
        </w:rPr>
        <w:t>20</w:t>
      </w:r>
      <w:r w:rsidR="000418A1">
        <w:rPr>
          <w:sz w:val="28"/>
          <w:szCs w:val="28"/>
        </w:rPr>
        <w:t>20</w:t>
      </w:r>
      <w:r w:rsidR="000418A1" w:rsidRPr="000418A1">
        <w:rPr>
          <w:sz w:val="28"/>
          <w:szCs w:val="28"/>
        </w:rPr>
        <w:t xml:space="preserve"> года.</w:t>
      </w:r>
    </w:p>
    <w:p w:rsidR="000418A1" w:rsidRPr="000418A1" w:rsidRDefault="000418A1" w:rsidP="000418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14671" w:rsidRDefault="00C14671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</w:t>
      </w:r>
      <w:r w:rsidR="00813839">
        <w:rPr>
          <w:sz w:val="28"/>
        </w:rPr>
        <w:t xml:space="preserve"> </w:t>
      </w:r>
      <w:r>
        <w:rPr>
          <w:sz w:val="28"/>
        </w:rPr>
        <w:t xml:space="preserve">                       </w:t>
      </w:r>
      <w:r w:rsidR="00F2020B">
        <w:rPr>
          <w:sz w:val="28"/>
        </w:rPr>
        <w:t xml:space="preserve">  </w:t>
      </w:r>
      <w:r>
        <w:rPr>
          <w:sz w:val="28"/>
        </w:rPr>
        <w:t>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F323AC">
      <w:headerReference w:type="even" r:id="rId8"/>
      <w:headerReference w:type="default" r:id="rId9"/>
      <w:pgSz w:w="11906" w:h="16838" w:code="9"/>
      <w:pgMar w:top="284" w:right="567" w:bottom="426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40B" w:rsidRDefault="00CC140B">
      <w:r>
        <w:separator/>
      </w:r>
    </w:p>
  </w:endnote>
  <w:endnote w:type="continuationSeparator" w:id="1">
    <w:p w:rsidR="00CC140B" w:rsidRDefault="00CC1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40B" w:rsidRDefault="00CC140B">
      <w:r>
        <w:separator/>
      </w:r>
    </w:p>
  </w:footnote>
  <w:footnote w:type="continuationSeparator" w:id="1">
    <w:p w:rsidR="00CC140B" w:rsidRDefault="00CC1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147B20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147B20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E0EE9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418A1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47B20"/>
    <w:rsid w:val="0015327C"/>
    <w:rsid w:val="00165E51"/>
    <w:rsid w:val="001945CE"/>
    <w:rsid w:val="001B177F"/>
    <w:rsid w:val="001B5527"/>
    <w:rsid w:val="001C624E"/>
    <w:rsid w:val="001D118F"/>
    <w:rsid w:val="001F6392"/>
    <w:rsid w:val="00215E46"/>
    <w:rsid w:val="002444E9"/>
    <w:rsid w:val="00251169"/>
    <w:rsid w:val="00262410"/>
    <w:rsid w:val="0028045B"/>
    <w:rsid w:val="002A0603"/>
    <w:rsid w:val="002C05DA"/>
    <w:rsid w:val="002C06B7"/>
    <w:rsid w:val="002C0EDD"/>
    <w:rsid w:val="002F718B"/>
    <w:rsid w:val="00301E62"/>
    <w:rsid w:val="00335738"/>
    <w:rsid w:val="00367B1D"/>
    <w:rsid w:val="00372649"/>
    <w:rsid w:val="00385728"/>
    <w:rsid w:val="0039496C"/>
    <w:rsid w:val="00394E19"/>
    <w:rsid w:val="003A3E82"/>
    <w:rsid w:val="0040752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C380F"/>
    <w:rsid w:val="005E5E34"/>
    <w:rsid w:val="005F4346"/>
    <w:rsid w:val="00601EE8"/>
    <w:rsid w:val="00622E47"/>
    <w:rsid w:val="006270FC"/>
    <w:rsid w:val="0064008E"/>
    <w:rsid w:val="00646663"/>
    <w:rsid w:val="00647105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D4B58"/>
    <w:rsid w:val="007E6D42"/>
    <w:rsid w:val="00802349"/>
    <w:rsid w:val="008044F6"/>
    <w:rsid w:val="00813839"/>
    <w:rsid w:val="0083208A"/>
    <w:rsid w:val="00837257"/>
    <w:rsid w:val="00853FE7"/>
    <w:rsid w:val="0085417E"/>
    <w:rsid w:val="00860E2C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34678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4611A"/>
    <w:rsid w:val="00B65089"/>
    <w:rsid w:val="00B65DC3"/>
    <w:rsid w:val="00B7398E"/>
    <w:rsid w:val="00B814D0"/>
    <w:rsid w:val="00BA477F"/>
    <w:rsid w:val="00BA6032"/>
    <w:rsid w:val="00BE3EED"/>
    <w:rsid w:val="00C14671"/>
    <w:rsid w:val="00C22604"/>
    <w:rsid w:val="00C547EB"/>
    <w:rsid w:val="00C72A6C"/>
    <w:rsid w:val="00C93547"/>
    <w:rsid w:val="00C94DF8"/>
    <w:rsid w:val="00CA5648"/>
    <w:rsid w:val="00CB5ADE"/>
    <w:rsid w:val="00CC140B"/>
    <w:rsid w:val="00CE0699"/>
    <w:rsid w:val="00CE0EE9"/>
    <w:rsid w:val="00CE3C21"/>
    <w:rsid w:val="00D0573F"/>
    <w:rsid w:val="00D07416"/>
    <w:rsid w:val="00D3010C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24F41"/>
    <w:rsid w:val="00F323AC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B9256-E5E8-44AE-AB81-A078CD45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488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54</cp:revision>
  <cp:lastPrinted>2020-03-18T11:48:00Z</cp:lastPrinted>
  <dcterms:created xsi:type="dcterms:W3CDTF">2016-03-02T11:22:00Z</dcterms:created>
  <dcterms:modified xsi:type="dcterms:W3CDTF">2020-09-24T08:35:00Z</dcterms:modified>
</cp:coreProperties>
</file>