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B45800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C07894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</w:t>
      </w:r>
      <w:r w:rsidR="00B45800">
        <w:rPr>
          <w:sz w:val="28"/>
        </w:rPr>
        <w:tab/>
      </w:r>
      <w:r w:rsidR="00B45800">
        <w:rPr>
          <w:sz w:val="28"/>
        </w:rPr>
        <w:tab/>
      </w:r>
      <w:r w:rsidR="00B45800">
        <w:rPr>
          <w:sz w:val="28"/>
        </w:rPr>
        <w:tab/>
      </w:r>
      <w:r w:rsidR="00795955">
        <w:rPr>
          <w:sz w:val="28"/>
        </w:rPr>
        <w:t xml:space="preserve">                                           </w:t>
      </w:r>
      <w:r>
        <w:rPr>
          <w:sz w:val="28"/>
        </w:rPr>
        <w:t xml:space="preserve">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кодами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01074</w:t>
            </w:r>
            <w:r w:rsidRPr="00F2020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</w:t>
            </w:r>
            <w:r w:rsidRPr="00F2020B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F3425D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EE5B26">
                <w:rPr>
                  <w:sz w:val="28"/>
                  <w:szCs w:val="28"/>
                </w:rPr>
                <w:t>Главой 7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F3425D" w:rsidRPr="00795955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01084</w:t>
            </w:r>
            <w:r w:rsidRPr="00F2020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</w:t>
            </w:r>
            <w:r w:rsidRPr="00F2020B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F3425D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EE5B26">
                <w:rPr>
                  <w:sz w:val="28"/>
                  <w:szCs w:val="28"/>
                </w:rPr>
                <w:t>Главой 8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</w:t>
      </w:r>
      <w:bookmarkStart w:id="0" w:name="_GoBack"/>
      <w:bookmarkEnd w:id="0"/>
      <w:r w:rsidR="00EE5B26"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настоящий   приказ  до сведения   главного   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10"/>
      <w:headerReference w:type="default" r:id="rId11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E14" w:rsidRDefault="00B26E14">
      <w:r>
        <w:separator/>
      </w:r>
    </w:p>
  </w:endnote>
  <w:endnote w:type="continuationSeparator" w:id="1">
    <w:p w:rsidR="00B26E14" w:rsidRDefault="00B26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E14" w:rsidRDefault="00B26E14">
      <w:r>
        <w:separator/>
      </w:r>
    </w:p>
  </w:footnote>
  <w:footnote w:type="continuationSeparator" w:id="1">
    <w:p w:rsidR="00B26E14" w:rsidRDefault="00B26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D2CF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D2CF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A58C1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3333"/>
    <w:rsid w:val="001F6392"/>
    <w:rsid w:val="00215E46"/>
    <w:rsid w:val="002444E9"/>
    <w:rsid w:val="00262410"/>
    <w:rsid w:val="0028045B"/>
    <w:rsid w:val="002C05DA"/>
    <w:rsid w:val="002C06B7"/>
    <w:rsid w:val="002C0EDD"/>
    <w:rsid w:val="002D2CF2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A58C1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272B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26E14"/>
    <w:rsid w:val="00B45800"/>
    <w:rsid w:val="00B65089"/>
    <w:rsid w:val="00B65DC3"/>
    <w:rsid w:val="00B7398E"/>
    <w:rsid w:val="00B814D0"/>
    <w:rsid w:val="00BA477F"/>
    <w:rsid w:val="00BA6032"/>
    <w:rsid w:val="00BE3EED"/>
    <w:rsid w:val="00C07894"/>
    <w:rsid w:val="00C22604"/>
    <w:rsid w:val="00C547EB"/>
    <w:rsid w:val="00C61E75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AE43E32FF4A5C812209B55047A59D7DE95EC97B10A37FD3C5CD7C60E0B6F95332268FFE88DAC1D05A2FB749F2337C3149BAEF0AE9764E82Bw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FFD2097C980BC3929A4CA369BFB61E28F439DB35B60B92E17226BA4F90CD138821571DD1430C249359F6473440534D2F821674576BDCB710x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4D9DA-DAF4-49B6-9DE1-46C657E3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290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44</cp:revision>
  <cp:lastPrinted>2020-01-13T09:50:00Z</cp:lastPrinted>
  <dcterms:created xsi:type="dcterms:W3CDTF">2016-03-02T11:22:00Z</dcterms:created>
  <dcterms:modified xsi:type="dcterms:W3CDTF">2020-09-24T08:56:00Z</dcterms:modified>
</cp:coreProperties>
</file>