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28045B" w:rsidRDefault="0028045B" w:rsidP="0028045B"/>
    <w:p w:rsidR="009E51C8" w:rsidRDefault="00A65B22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3C5E7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 </w:t>
      </w:r>
      <w:r w:rsidR="0028045B">
        <w:rPr>
          <w:sz w:val="28"/>
        </w:rPr>
        <w:t xml:space="preserve">        </w:t>
      </w:r>
      <w:r w:rsidR="001B5527">
        <w:rPr>
          <w:sz w:val="28"/>
        </w:rPr>
        <w:t xml:space="preserve">                            </w:t>
      </w:r>
      <w:r w:rsidR="00A65B22">
        <w:rPr>
          <w:sz w:val="28"/>
        </w:rPr>
        <w:tab/>
      </w:r>
      <w:r w:rsidR="00A65B22">
        <w:rPr>
          <w:sz w:val="28"/>
        </w:rPr>
        <w:tab/>
      </w:r>
      <w:r w:rsidR="00A65B22">
        <w:rPr>
          <w:sz w:val="28"/>
        </w:rPr>
        <w:tab/>
      </w:r>
      <w:r w:rsidR="00A65B22">
        <w:rPr>
          <w:sz w:val="28"/>
        </w:rPr>
        <w:tab/>
        <w:t xml:space="preserve"> </w:t>
      </w:r>
      <w:r w:rsidR="001B5527">
        <w:rPr>
          <w:sz w:val="28"/>
        </w:rPr>
        <w:t xml:space="preserve">      </w:t>
      </w:r>
      <w:r w:rsidR="00622E47">
        <w:rPr>
          <w:sz w:val="28"/>
        </w:rPr>
        <w:t xml:space="preserve">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  <w:r w:rsidR="00E84432">
        <w:rPr>
          <w:sz w:val="28"/>
        </w:rPr>
        <w:t xml:space="preserve"> 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DD7B09">
        <w:rPr>
          <w:sz w:val="28"/>
        </w:rPr>
        <w:t>9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DD7B09">
        <w:rPr>
          <w:sz w:val="28"/>
        </w:rPr>
        <w:t xml:space="preserve"> приказом Министерства фина</w:t>
      </w:r>
      <w:r w:rsidR="003570BF">
        <w:rPr>
          <w:sz w:val="28"/>
        </w:rPr>
        <w:t>нсов России от 08.06.2018 № 132н</w:t>
      </w:r>
      <w:r w:rsidR="00DD7B09">
        <w:rPr>
          <w:sz w:val="28"/>
        </w:rPr>
        <w:t>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703CBC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3570BF">
        <w:rPr>
          <w:sz w:val="28"/>
        </w:rPr>
        <w:t>1</w:t>
      </w:r>
      <w:r w:rsidR="00372649">
        <w:rPr>
          <w:sz w:val="28"/>
        </w:rPr>
        <w:t>.12.201</w:t>
      </w:r>
      <w:r w:rsidR="003570BF">
        <w:rPr>
          <w:sz w:val="28"/>
        </w:rPr>
        <w:t>8</w:t>
      </w:r>
      <w:r w:rsidR="001D118F">
        <w:rPr>
          <w:sz w:val="28"/>
        </w:rPr>
        <w:t xml:space="preserve"> № </w:t>
      </w:r>
      <w:r w:rsidR="003570BF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3570BF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3570BF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3570BF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0A348E">
        <w:rPr>
          <w:sz w:val="28"/>
        </w:rPr>
        <w:t>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410D3D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DD7B09">
        <w:rPr>
          <w:sz w:val="28"/>
        </w:rPr>
        <w:t>9</w:t>
      </w:r>
      <w:r>
        <w:rPr>
          <w:sz w:val="28"/>
        </w:rPr>
        <w:t xml:space="preserve"> год:</w:t>
      </w:r>
    </w:p>
    <w:p w:rsidR="009F617F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F077A0">
        <w:rPr>
          <w:rFonts w:ascii="Times New Roman CYR" w:hAnsi="Times New Roman CYR" w:cs="Times New Roman CYR"/>
          <w:sz w:val="28"/>
          <w:szCs w:val="28"/>
        </w:rPr>
        <w:t>23</w:t>
      </w:r>
      <w:r w:rsidR="00A6629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617F">
        <w:rPr>
          <w:rFonts w:ascii="Times New Roman CYR" w:hAnsi="Times New Roman CYR" w:cs="Times New Roman CYR"/>
          <w:sz w:val="28"/>
          <w:szCs w:val="28"/>
        </w:rPr>
        <w:t>Управление дорожного хозяйства</w:t>
      </w:r>
      <w:r w:rsidR="000F6BB6">
        <w:rPr>
          <w:rFonts w:ascii="Times New Roman CYR" w:hAnsi="Times New Roman CYR" w:cs="Times New Roman CYR"/>
          <w:sz w:val="28"/>
          <w:szCs w:val="28"/>
        </w:rPr>
        <w:t xml:space="preserve"> и строительства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дополнить код</w:t>
      </w:r>
      <w:r w:rsidR="00053B07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82"/>
        <w:tblW w:w="10075" w:type="dxa"/>
        <w:tblLook w:val="0000" w:firstRow="0" w:lastRow="0" w:firstColumn="0" w:lastColumn="0" w:noHBand="0" w:noVBand="0"/>
      </w:tblPr>
      <w:tblGrid>
        <w:gridCol w:w="3817"/>
        <w:gridCol w:w="6258"/>
      </w:tblGrid>
      <w:tr w:rsidR="00C30E93" w:rsidRPr="0047430F" w:rsidTr="00C30E93">
        <w:trPr>
          <w:trHeight w:val="42"/>
        </w:trPr>
        <w:tc>
          <w:tcPr>
            <w:tcW w:w="3817" w:type="dxa"/>
            <w:shd w:val="clear" w:color="auto" w:fill="auto"/>
          </w:tcPr>
          <w:p w:rsidR="00C30E93" w:rsidRPr="0047430F" w:rsidRDefault="00C30E93" w:rsidP="00C30E9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923 1 13 01530 04 0000 130</w:t>
            </w:r>
          </w:p>
        </w:tc>
        <w:tc>
          <w:tcPr>
            <w:tcW w:w="6258" w:type="dxa"/>
            <w:shd w:val="clear" w:color="auto" w:fill="auto"/>
          </w:tcPr>
          <w:p w:rsidR="00C30E93" w:rsidRPr="00C30E93" w:rsidRDefault="00C30E93" w:rsidP="00C30E93">
            <w:pPr>
              <w:ind w:right="140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C30E93" w:rsidRPr="0047430F" w:rsidTr="00C30E93">
        <w:trPr>
          <w:trHeight w:val="35"/>
        </w:trPr>
        <w:tc>
          <w:tcPr>
            <w:tcW w:w="3817" w:type="dxa"/>
            <w:shd w:val="clear" w:color="auto" w:fill="auto"/>
          </w:tcPr>
          <w:p w:rsidR="00C30E93" w:rsidRPr="0047430F" w:rsidRDefault="00C30E93" w:rsidP="00C30E9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258" w:type="dxa"/>
            <w:shd w:val="clear" w:color="auto" w:fill="auto"/>
          </w:tcPr>
          <w:p w:rsidR="00C30E93" w:rsidRPr="0047430F" w:rsidRDefault="00C30E93" w:rsidP="00C30E93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0D7F3E" w:rsidRDefault="000D7F3E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D7F3E" w:rsidRDefault="000D7F3E" w:rsidP="00053B07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053B07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F617F" w:rsidRDefault="009D0475" w:rsidP="000D7F3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DD7B09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703CBC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A55173">
        <w:rPr>
          <w:rFonts w:ascii="Times New Roman CYR" w:hAnsi="Times New Roman CYR" w:cs="Times New Roman CYR"/>
          <w:sz w:val="28"/>
          <w:szCs w:val="28"/>
        </w:rPr>
        <w:t>й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9F2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FE054B" w:rsidRDefault="00FE054B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3B" w:rsidRDefault="00BC323B">
      <w:r>
        <w:separator/>
      </w:r>
    </w:p>
  </w:endnote>
  <w:endnote w:type="continuationSeparator" w:id="0">
    <w:p w:rsidR="00BC323B" w:rsidRDefault="00BC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3B" w:rsidRDefault="00BC323B">
      <w:r>
        <w:separator/>
      </w:r>
    </w:p>
  </w:footnote>
  <w:footnote w:type="continuationSeparator" w:id="0">
    <w:p w:rsidR="00BC323B" w:rsidRDefault="00BC3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BF" w:rsidRDefault="00DC161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570B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570BF" w:rsidRDefault="003570B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BF" w:rsidRDefault="00DC161A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570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E53D9">
      <w:rPr>
        <w:rStyle w:val="ab"/>
        <w:noProof/>
      </w:rPr>
      <w:t>2</w:t>
    </w:r>
    <w:r>
      <w:rPr>
        <w:rStyle w:val="ab"/>
      </w:rPr>
      <w:fldChar w:fldCharType="end"/>
    </w:r>
  </w:p>
  <w:p w:rsidR="003570BF" w:rsidRDefault="003570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4157F"/>
    <w:rsid w:val="00052E82"/>
    <w:rsid w:val="00053B07"/>
    <w:rsid w:val="00087DFD"/>
    <w:rsid w:val="000A348E"/>
    <w:rsid w:val="000D7F3E"/>
    <w:rsid w:val="000E0417"/>
    <w:rsid w:val="000E3B15"/>
    <w:rsid w:val="000F5755"/>
    <w:rsid w:val="000F5AC8"/>
    <w:rsid w:val="000F6BB6"/>
    <w:rsid w:val="001014D2"/>
    <w:rsid w:val="00110E75"/>
    <w:rsid w:val="00140AFF"/>
    <w:rsid w:val="00144057"/>
    <w:rsid w:val="00146EF8"/>
    <w:rsid w:val="0015327C"/>
    <w:rsid w:val="001B42CF"/>
    <w:rsid w:val="001B5527"/>
    <w:rsid w:val="001B7FB8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0BF"/>
    <w:rsid w:val="00367B1D"/>
    <w:rsid w:val="00372649"/>
    <w:rsid w:val="0039496C"/>
    <w:rsid w:val="003A3E82"/>
    <w:rsid w:val="003C5E7A"/>
    <w:rsid w:val="0041040F"/>
    <w:rsid w:val="00410D3D"/>
    <w:rsid w:val="00427530"/>
    <w:rsid w:val="00445EBD"/>
    <w:rsid w:val="004626F9"/>
    <w:rsid w:val="0047430F"/>
    <w:rsid w:val="004748EE"/>
    <w:rsid w:val="0048671F"/>
    <w:rsid w:val="00491FEB"/>
    <w:rsid w:val="004A2868"/>
    <w:rsid w:val="004A3275"/>
    <w:rsid w:val="004B187A"/>
    <w:rsid w:val="004C6C1C"/>
    <w:rsid w:val="004D7BBA"/>
    <w:rsid w:val="004F349F"/>
    <w:rsid w:val="00520AA6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B2A03"/>
    <w:rsid w:val="006F5C07"/>
    <w:rsid w:val="006F6157"/>
    <w:rsid w:val="006F745B"/>
    <w:rsid w:val="00703CBC"/>
    <w:rsid w:val="0071282C"/>
    <w:rsid w:val="007241F2"/>
    <w:rsid w:val="007411B7"/>
    <w:rsid w:val="00753C35"/>
    <w:rsid w:val="00763D59"/>
    <w:rsid w:val="007724A7"/>
    <w:rsid w:val="00782744"/>
    <w:rsid w:val="007B1CB2"/>
    <w:rsid w:val="007C4F6A"/>
    <w:rsid w:val="007D1482"/>
    <w:rsid w:val="007E3EBE"/>
    <w:rsid w:val="007E53D9"/>
    <w:rsid w:val="007E6D42"/>
    <w:rsid w:val="00802349"/>
    <w:rsid w:val="008044F6"/>
    <w:rsid w:val="00812212"/>
    <w:rsid w:val="0083208A"/>
    <w:rsid w:val="00837257"/>
    <w:rsid w:val="00853FE7"/>
    <w:rsid w:val="00857C59"/>
    <w:rsid w:val="00863179"/>
    <w:rsid w:val="00865A50"/>
    <w:rsid w:val="00876E1E"/>
    <w:rsid w:val="00886FEC"/>
    <w:rsid w:val="008B1738"/>
    <w:rsid w:val="008B6034"/>
    <w:rsid w:val="008E5023"/>
    <w:rsid w:val="008E7BA2"/>
    <w:rsid w:val="00900B1D"/>
    <w:rsid w:val="009151D3"/>
    <w:rsid w:val="00915270"/>
    <w:rsid w:val="00925C58"/>
    <w:rsid w:val="00930AE6"/>
    <w:rsid w:val="00977E1C"/>
    <w:rsid w:val="0098041C"/>
    <w:rsid w:val="00982DC4"/>
    <w:rsid w:val="009835D9"/>
    <w:rsid w:val="009852B3"/>
    <w:rsid w:val="009B7F39"/>
    <w:rsid w:val="009C1BA0"/>
    <w:rsid w:val="009D0475"/>
    <w:rsid w:val="009D3CF4"/>
    <w:rsid w:val="009E14D3"/>
    <w:rsid w:val="009E51C8"/>
    <w:rsid w:val="009F0B94"/>
    <w:rsid w:val="009F2297"/>
    <w:rsid w:val="009F3B95"/>
    <w:rsid w:val="009F617F"/>
    <w:rsid w:val="00A0560E"/>
    <w:rsid w:val="00A32353"/>
    <w:rsid w:val="00A544BF"/>
    <w:rsid w:val="00A55173"/>
    <w:rsid w:val="00A55979"/>
    <w:rsid w:val="00A65B22"/>
    <w:rsid w:val="00A66293"/>
    <w:rsid w:val="00A83663"/>
    <w:rsid w:val="00A87BF1"/>
    <w:rsid w:val="00AC0F47"/>
    <w:rsid w:val="00AC5741"/>
    <w:rsid w:val="00AD6141"/>
    <w:rsid w:val="00AE77C8"/>
    <w:rsid w:val="00AE7C05"/>
    <w:rsid w:val="00B10B68"/>
    <w:rsid w:val="00B11762"/>
    <w:rsid w:val="00B54D43"/>
    <w:rsid w:val="00B65089"/>
    <w:rsid w:val="00B7398E"/>
    <w:rsid w:val="00BA6032"/>
    <w:rsid w:val="00BC323B"/>
    <w:rsid w:val="00C22604"/>
    <w:rsid w:val="00C30E93"/>
    <w:rsid w:val="00C547EB"/>
    <w:rsid w:val="00C93547"/>
    <w:rsid w:val="00C94DF8"/>
    <w:rsid w:val="00CA5648"/>
    <w:rsid w:val="00CB5ADE"/>
    <w:rsid w:val="00CE0699"/>
    <w:rsid w:val="00CE3C21"/>
    <w:rsid w:val="00D0573F"/>
    <w:rsid w:val="00D07416"/>
    <w:rsid w:val="00D40BBD"/>
    <w:rsid w:val="00D51716"/>
    <w:rsid w:val="00D522CA"/>
    <w:rsid w:val="00D93C47"/>
    <w:rsid w:val="00DB1094"/>
    <w:rsid w:val="00DB283E"/>
    <w:rsid w:val="00DC161A"/>
    <w:rsid w:val="00DD1FBA"/>
    <w:rsid w:val="00DD36C7"/>
    <w:rsid w:val="00DD7B09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A7AD7"/>
    <w:rsid w:val="00EC3D8D"/>
    <w:rsid w:val="00EF6CAF"/>
    <w:rsid w:val="00F04879"/>
    <w:rsid w:val="00F077A0"/>
    <w:rsid w:val="00F50D56"/>
    <w:rsid w:val="00F541EA"/>
    <w:rsid w:val="00F55D8A"/>
    <w:rsid w:val="00F74BEA"/>
    <w:rsid w:val="00FC0B8F"/>
    <w:rsid w:val="00FC4707"/>
    <w:rsid w:val="00FD05D9"/>
    <w:rsid w:val="00FE054B"/>
    <w:rsid w:val="00FF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3736CF-CE01-4829-9664-1A62DC78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248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48</cp:revision>
  <cp:lastPrinted>2019-02-01T12:04:00Z</cp:lastPrinted>
  <dcterms:created xsi:type="dcterms:W3CDTF">2016-03-02T11:22:00Z</dcterms:created>
  <dcterms:modified xsi:type="dcterms:W3CDTF">2020-09-24T12:49:00Z</dcterms:modified>
</cp:coreProperties>
</file>