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825874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>12.08.2020</w:t>
      </w:r>
      <w:r w:rsidR="00795955">
        <w:rPr>
          <w:sz w:val="28"/>
        </w:rPr>
        <w:t xml:space="preserve">                                                                                     </w:t>
      </w:r>
      <w:r>
        <w:rPr>
          <w:sz w:val="28"/>
        </w:rPr>
        <w:t xml:space="preserve">             </w:t>
      </w:r>
      <w:r w:rsidR="0028045B">
        <w:rPr>
          <w:sz w:val="28"/>
        </w:rPr>
        <w:t>№</w:t>
      </w:r>
      <w:r>
        <w:rPr>
          <w:sz w:val="28"/>
          <w:u w:val="single"/>
        </w:rPr>
        <w:t xml:space="preserve"> 36</w:t>
      </w:r>
      <w:r w:rsidR="009E51C8"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 изменени</w:t>
      </w:r>
      <w:r w:rsidR="00225F47">
        <w:rPr>
          <w:sz w:val="28"/>
        </w:rPr>
        <w:t>я</w:t>
      </w:r>
      <w:r w:rsidR="006D38E8">
        <w:rPr>
          <w:sz w:val="28"/>
        </w:rPr>
        <w:t xml:space="preserve"> </w:t>
      </w:r>
      <w:r w:rsidR="009D0475">
        <w:rPr>
          <w:sz w:val="28"/>
        </w:rPr>
        <w:t>в</w:t>
      </w:r>
      <w:r w:rsidR="006D38E8">
        <w:rPr>
          <w:sz w:val="28"/>
        </w:rPr>
        <w:t xml:space="preserve"> </w:t>
      </w:r>
      <w:r>
        <w:rPr>
          <w:sz w:val="28"/>
        </w:rPr>
        <w:t>Перечень</w:t>
      </w:r>
      <w:r w:rsidR="00BF6BD3">
        <w:rPr>
          <w:sz w:val="28"/>
        </w:rPr>
        <w:t xml:space="preserve"> </w:t>
      </w:r>
      <w:proofErr w:type="gramStart"/>
      <w:r w:rsidR="00BE3EED">
        <w:rPr>
          <w:sz w:val="28"/>
        </w:rPr>
        <w:t>главных</w:t>
      </w:r>
      <w:proofErr w:type="gramEnd"/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администраторов доходов</w:t>
      </w:r>
      <w:r w:rsidR="00BE3EED">
        <w:rPr>
          <w:sz w:val="28"/>
        </w:rPr>
        <w:t xml:space="preserve"> бюджета города</w:t>
      </w:r>
    </w:p>
    <w:p w:rsidR="00BE3EED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6D38E8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6D38E8">
        <w:rPr>
          <w:sz w:val="28"/>
        </w:rPr>
        <w:t xml:space="preserve"> </w:t>
      </w:r>
      <w:r w:rsidR="00BE3EED">
        <w:rPr>
          <w:sz w:val="28"/>
        </w:rPr>
        <w:t xml:space="preserve">самоуправления, </w:t>
      </w:r>
    </w:p>
    <w:p w:rsidR="00BE3EED" w:rsidRDefault="006D38E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отраслевых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6D38E8">
        <w:rPr>
          <w:sz w:val="28"/>
        </w:rPr>
        <w:t xml:space="preserve"> </w:t>
      </w:r>
      <w:r>
        <w:rPr>
          <w:sz w:val="28"/>
        </w:rPr>
        <w:t>города Смоленска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1945CE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6D38E8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6D38E8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60</w:t>
      </w:r>
      <w:r>
        <w:rPr>
          <w:sz w:val="28"/>
        </w:rPr>
        <w:t>-й сессии Смоленского городского Совета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.12.201</w:t>
      </w:r>
      <w:r w:rsidR="00EE5B26">
        <w:rPr>
          <w:sz w:val="28"/>
        </w:rPr>
        <w:t>9</w:t>
      </w:r>
      <w:r w:rsidR="001D118F">
        <w:rPr>
          <w:sz w:val="28"/>
        </w:rPr>
        <w:t xml:space="preserve"> № </w:t>
      </w:r>
      <w:r w:rsidR="00EE5B26">
        <w:rPr>
          <w:sz w:val="28"/>
        </w:rPr>
        <w:t>948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20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EE5B26">
        <w:rPr>
          <w:sz w:val="28"/>
          <w:szCs w:val="28"/>
        </w:rPr>
        <w:t>1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EE5B26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  <w:proofErr w:type="gramEnd"/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р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Pr="0079595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EE5B26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6D38E8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6D38E8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>– о</w:t>
      </w:r>
      <w:r w:rsidR="00342883">
        <w:rPr>
          <w:sz w:val="28"/>
        </w:rPr>
        <w:t xml:space="preserve">рганов местного самоуправления, </w:t>
      </w:r>
      <w:r w:rsidR="00AC7A5D">
        <w:rPr>
          <w:sz w:val="28"/>
        </w:rPr>
        <w:t>отраслевых (функциональных) органов Администрации города Смоленска</w:t>
      </w:r>
      <w:r w:rsidR="00225F47">
        <w:rPr>
          <w:sz w:val="28"/>
        </w:rPr>
        <w:t xml:space="preserve"> следующее изменение</w:t>
      </w:r>
      <w:r w:rsidRPr="00EE5B26">
        <w:rPr>
          <w:sz w:val="28"/>
        </w:rPr>
        <w:t>:</w:t>
      </w:r>
    </w:p>
    <w:p w:rsidR="00530230" w:rsidRDefault="00BE3EED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>главу 90</w:t>
      </w:r>
      <w:r w:rsidR="005A285F">
        <w:rPr>
          <w:sz w:val="28"/>
        </w:rPr>
        <w:t>6</w:t>
      </w:r>
      <w:r>
        <w:rPr>
          <w:sz w:val="28"/>
        </w:rPr>
        <w:t xml:space="preserve"> «</w:t>
      </w:r>
      <w:r w:rsidR="00235A25">
        <w:rPr>
          <w:sz w:val="28"/>
        </w:rPr>
        <w:t>Управление жилищно-коммун</w:t>
      </w:r>
      <w:r w:rsidR="005A285F">
        <w:rPr>
          <w:sz w:val="28"/>
        </w:rPr>
        <w:t>ального хозяйства</w:t>
      </w:r>
      <w:r w:rsidR="00235A25">
        <w:rPr>
          <w:sz w:val="28"/>
        </w:rPr>
        <w:t xml:space="preserve"> Администрации города Смоленска</w:t>
      </w:r>
      <w:r>
        <w:rPr>
          <w:sz w:val="28"/>
        </w:rPr>
        <w:t>» дополнить код</w:t>
      </w:r>
      <w:r w:rsidR="00235A25">
        <w:rPr>
          <w:sz w:val="28"/>
        </w:rPr>
        <w:t>ом</w:t>
      </w:r>
      <w:r>
        <w:rPr>
          <w:sz w:val="28"/>
        </w:rPr>
        <w:t xml:space="preserve">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3119"/>
        <w:gridCol w:w="5670"/>
      </w:tblGrid>
      <w:tr w:rsidR="00F3425D" w:rsidRPr="0047430F" w:rsidTr="00F3425D">
        <w:trPr>
          <w:trHeight w:val="855"/>
        </w:trPr>
        <w:tc>
          <w:tcPr>
            <w:tcW w:w="817" w:type="dxa"/>
          </w:tcPr>
          <w:p w:rsidR="00F3425D" w:rsidRDefault="00F3425D" w:rsidP="00EE5B26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</w:t>
            </w:r>
            <w:r w:rsidR="00235A25">
              <w:rPr>
                <w:iCs/>
                <w:sz w:val="28"/>
                <w:szCs w:val="28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:rsidR="00F3425D" w:rsidRDefault="006D38E8" w:rsidP="00EE5B26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  <w:r w:rsidR="00343FA0">
              <w:rPr>
                <w:iCs/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>02</w:t>
            </w:r>
            <w:r w:rsidR="00343FA0">
              <w:rPr>
                <w:iCs/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>19999</w:t>
            </w:r>
            <w:r w:rsidR="00343FA0">
              <w:rPr>
                <w:iCs/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>04</w:t>
            </w:r>
            <w:r w:rsidR="00343FA0">
              <w:rPr>
                <w:iCs/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>0000</w:t>
            </w:r>
            <w:r w:rsidR="00343FA0">
              <w:rPr>
                <w:iCs/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>150</w:t>
            </w:r>
          </w:p>
        </w:tc>
        <w:tc>
          <w:tcPr>
            <w:tcW w:w="5670" w:type="dxa"/>
            <w:shd w:val="clear" w:color="auto" w:fill="auto"/>
          </w:tcPr>
          <w:p w:rsidR="00235A25" w:rsidRDefault="006D38E8" w:rsidP="00235A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дотации бюджетам городских округов</w:t>
            </w:r>
          </w:p>
          <w:p w:rsidR="00F3425D" w:rsidRPr="00795955" w:rsidRDefault="00F3425D" w:rsidP="00EE5B2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EE5B26" w:rsidRDefault="00EE5B26" w:rsidP="00342883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  Отделу прогнозирования </w:t>
      </w:r>
      <w:r w:rsidR="00F3425D">
        <w:rPr>
          <w:rFonts w:ascii="Times New Roman CYR" w:hAnsi="Times New Roman CYR" w:cs="Times New Roman CYR"/>
          <w:sz w:val="28"/>
          <w:szCs w:val="28"/>
        </w:rPr>
        <w:t>налогов</w:t>
      </w:r>
      <w:r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 w:rsidR="00235A25">
        <w:rPr>
          <w:rFonts w:ascii="Times New Roman CYR" w:hAnsi="Times New Roman CYR" w:cs="Times New Roman CYR"/>
          <w:sz w:val="28"/>
          <w:szCs w:val="28"/>
        </w:rPr>
        <w:t xml:space="preserve"> (Т.В.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Голубева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) довести</w:t>
      </w:r>
      <w:r w:rsidR="006D38E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настоящий   приказ  до сведения   главного  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администратора доходов  бюджета</w:t>
      </w:r>
      <w:r w:rsidR="006D38E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города Смоленска</w:t>
      </w:r>
      <w:proofErr w:type="gramEnd"/>
      <w:r w:rsidR="0034288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>
        <w:rPr>
          <w:rFonts w:ascii="Times New Roman CYR" w:hAnsi="Times New Roman CYR" w:cs="Times New Roman CYR"/>
          <w:sz w:val="28"/>
          <w:szCs w:val="28"/>
        </w:rPr>
        <w:t xml:space="preserve"> дней 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9E51C8" w:rsidRDefault="009E51C8" w:rsidP="00EE5B26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Pr="00343FA0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0F023C" w:rsidP="006D38E8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</w:t>
      </w:r>
      <w:bookmarkStart w:id="0" w:name="_GoBack"/>
      <w:bookmarkEnd w:id="0"/>
      <w:r w:rsidR="006B2A03">
        <w:rPr>
          <w:sz w:val="28"/>
        </w:rPr>
        <w:t>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6D38E8">
        <w:rPr>
          <w:sz w:val="28"/>
        </w:rPr>
        <w:t xml:space="preserve">          </w:t>
      </w:r>
      <w:r w:rsidR="00140AFF">
        <w:rPr>
          <w:sz w:val="28"/>
        </w:rPr>
        <w:tab/>
      </w:r>
      <w:r w:rsidR="006D38E8">
        <w:rPr>
          <w:sz w:val="28"/>
        </w:rPr>
        <w:t xml:space="preserve">                                        </w:t>
      </w:r>
      <w:r w:rsidR="00140AFF">
        <w:rPr>
          <w:sz w:val="28"/>
        </w:rPr>
        <w:tab/>
      </w:r>
      <w:r w:rsidR="006D38E8">
        <w:rPr>
          <w:sz w:val="28"/>
        </w:rPr>
        <w:t xml:space="preserve">    </w:t>
      </w:r>
      <w:r>
        <w:rPr>
          <w:sz w:val="28"/>
        </w:rPr>
        <w:t xml:space="preserve">Е.Н. </w:t>
      </w:r>
      <w:proofErr w:type="spellStart"/>
      <w:r>
        <w:rPr>
          <w:sz w:val="28"/>
        </w:rPr>
        <w:t>Ландарская</w:t>
      </w:r>
      <w:proofErr w:type="spellEnd"/>
    </w:p>
    <w:sectPr w:rsidR="009E51C8" w:rsidSect="00EE5B26">
      <w:headerReference w:type="even" r:id="rId8"/>
      <w:headerReference w:type="default" r:id="rId9"/>
      <w:pgSz w:w="11906" w:h="16838" w:code="9"/>
      <w:pgMar w:top="426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955" w:rsidRDefault="00795955">
      <w:r>
        <w:separator/>
      </w:r>
    </w:p>
  </w:endnote>
  <w:endnote w:type="continuationSeparator" w:id="0">
    <w:p w:rsidR="00795955" w:rsidRDefault="00795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955" w:rsidRDefault="00795955">
      <w:r>
        <w:separator/>
      </w:r>
    </w:p>
  </w:footnote>
  <w:footnote w:type="continuationSeparator" w:id="0">
    <w:p w:rsidR="00795955" w:rsidRDefault="00795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0A79A3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0A79A3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235A25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13BC3"/>
    <w:rsid w:val="000334A8"/>
    <w:rsid w:val="0004157F"/>
    <w:rsid w:val="00052E82"/>
    <w:rsid w:val="00087DFD"/>
    <w:rsid w:val="000A348E"/>
    <w:rsid w:val="000A79A3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D118F"/>
    <w:rsid w:val="001F6392"/>
    <w:rsid w:val="00215E46"/>
    <w:rsid w:val="00225F47"/>
    <w:rsid w:val="00235A25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42883"/>
    <w:rsid w:val="00343FA0"/>
    <w:rsid w:val="00367B1D"/>
    <w:rsid w:val="00372649"/>
    <w:rsid w:val="0039496C"/>
    <w:rsid w:val="00394E19"/>
    <w:rsid w:val="00397361"/>
    <w:rsid w:val="003A3E82"/>
    <w:rsid w:val="003F7E0C"/>
    <w:rsid w:val="0041040F"/>
    <w:rsid w:val="00427530"/>
    <w:rsid w:val="00445EBD"/>
    <w:rsid w:val="00453715"/>
    <w:rsid w:val="004626F9"/>
    <w:rsid w:val="0047430F"/>
    <w:rsid w:val="004748EE"/>
    <w:rsid w:val="00491FEB"/>
    <w:rsid w:val="004A2868"/>
    <w:rsid w:val="004A3275"/>
    <w:rsid w:val="004B187A"/>
    <w:rsid w:val="004C6C1C"/>
    <w:rsid w:val="004D7BBA"/>
    <w:rsid w:val="004F349F"/>
    <w:rsid w:val="00530230"/>
    <w:rsid w:val="005354BC"/>
    <w:rsid w:val="00535BD8"/>
    <w:rsid w:val="0053628E"/>
    <w:rsid w:val="00556259"/>
    <w:rsid w:val="005622D0"/>
    <w:rsid w:val="005629CD"/>
    <w:rsid w:val="005A285F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97E9C"/>
    <w:rsid w:val="006B2A03"/>
    <w:rsid w:val="006D38E8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95955"/>
    <w:rsid w:val="007B1CB2"/>
    <w:rsid w:val="007C4F6A"/>
    <w:rsid w:val="007D1482"/>
    <w:rsid w:val="007E6D42"/>
    <w:rsid w:val="00802349"/>
    <w:rsid w:val="008044F6"/>
    <w:rsid w:val="00825874"/>
    <w:rsid w:val="0083208A"/>
    <w:rsid w:val="00837257"/>
    <w:rsid w:val="00853FE7"/>
    <w:rsid w:val="00863179"/>
    <w:rsid w:val="00865A50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544BF"/>
    <w:rsid w:val="00A55979"/>
    <w:rsid w:val="00A66293"/>
    <w:rsid w:val="00A83663"/>
    <w:rsid w:val="00A87BF1"/>
    <w:rsid w:val="00AC5741"/>
    <w:rsid w:val="00AC7A5D"/>
    <w:rsid w:val="00AE77C8"/>
    <w:rsid w:val="00AE7C05"/>
    <w:rsid w:val="00B10B68"/>
    <w:rsid w:val="00B11762"/>
    <w:rsid w:val="00B65089"/>
    <w:rsid w:val="00B65DC3"/>
    <w:rsid w:val="00B7398E"/>
    <w:rsid w:val="00B814D0"/>
    <w:rsid w:val="00B96965"/>
    <w:rsid w:val="00BA477F"/>
    <w:rsid w:val="00BA6032"/>
    <w:rsid w:val="00BE3EED"/>
    <w:rsid w:val="00BF6BD3"/>
    <w:rsid w:val="00C22604"/>
    <w:rsid w:val="00C547EB"/>
    <w:rsid w:val="00C72A6C"/>
    <w:rsid w:val="00C93547"/>
    <w:rsid w:val="00C94DF8"/>
    <w:rsid w:val="00CA5648"/>
    <w:rsid w:val="00CB5ADE"/>
    <w:rsid w:val="00CE0699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6CAF"/>
    <w:rsid w:val="00F04879"/>
    <w:rsid w:val="00F2020B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BC3F2-8D39-4113-B63C-6062801B4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350</TotalTime>
  <Pages>1</Pages>
  <Words>188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48</cp:revision>
  <cp:lastPrinted>2020-02-07T08:52:00Z</cp:lastPrinted>
  <dcterms:created xsi:type="dcterms:W3CDTF">2016-03-02T11:22:00Z</dcterms:created>
  <dcterms:modified xsi:type="dcterms:W3CDTF">2020-08-12T11:35:00Z</dcterms:modified>
</cp:coreProperties>
</file>