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E32DCA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12.02.2020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</w:t>
      </w:r>
      <w:r w:rsidR="00795955">
        <w:rPr>
          <w:sz w:val="28"/>
        </w:rPr>
        <w:t xml:space="preserve"> </w:t>
      </w:r>
      <w:r>
        <w:rPr>
          <w:sz w:val="28"/>
        </w:rPr>
        <w:t xml:space="preserve">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8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475A2A">
        <w:rPr>
          <w:sz w:val="28"/>
        </w:rPr>
        <w:t xml:space="preserve"> </w:t>
      </w:r>
      <w:r w:rsidR="009D0475">
        <w:rPr>
          <w:sz w:val="28"/>
        </w:rPr>
        <w:t>в</w:t>
      </w:r>
      <w:r w:rsidR="00475A2A">
        <w:rPr>
          <w:sz w:val="28"/>
        </w:rPr>
        <w:t xml:space="preserve"> </w:t>
      </w:r>
      <w:r>
        <w:rPr>
          <w:sz w:val="28"/>
        </w:rPr>
        <w:t>Перечень</w:t>
      </w:r>
      <w:r w:rsidR="00475A2A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475A2A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475A2A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475A2A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475A2A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475A2A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75A2A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75A2A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475A2A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475A2A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475A2A">
        <w:rPr>
          <w:sz w:val="28"/>
        </w:rPr>
        <w:t>7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475A2A">
        <w:rPr>
          <w:sz w:val="28"/>
        </w:rPr>
        <w:t>образования и молодежной политики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475A2A">
              <w:rPr>
                <w:iCs/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2 02 25255 04 0000 150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475A2A" w:rsidRDefault="00475A2A" w:rsidP="00475A2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благоустройство зданий государственных      и муниципальных общеобразовательных организаций в целях соблюдения  требований к воздушно-тепловому режиму, водоснабжению и канализации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EE5B26" w:rsidP="00342883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) довести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 приказ  до сведения   главного  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342883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bookmarkStart w:id="0" w:name="_GoBack"/>
      <w:bookmarkEnd w:id="0"/>
      <w:r w:rsidR="00475A2A">
        <w:rPr>
          <w:sz w:val="28"/>
        </w:rPr>
        <w:t xml:space="preserve">                                 </w:t>
      </w:r>
      <w:r w:rsidR="006D3A86">
        <w:rPr>
          <w:sz w:val="28"/>
        </w:rPr>
        <w:t xml:space="preserve">  </w:t>
      </w:r>
      <w:r w:rsidR="00475A2A">
        <w:rPr>
          <w:sz w:val="28"/>
        </w:rPr>
        <w:t xml:space="preserve"> 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A6D61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A6D61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E2AE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A6D61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2DCA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2EFC7-6AE2-439C-8AE7-432399A4F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316</TotalTime>
  <Pages>1</Pages>
  <Words>208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47</cp:revision>
  <cp:lastPrinted>2020-02-12T06:56:00Z</cp:lastPrinted>
  <dcterms:created xsi:type="dcterms:W3CDTF">2016-03-02T11:22:00Z</dcterms:created>
  <dcterms:modified xsi:type="dcterms:W3CDTF">2020-02-13T11:30:00Z</dcterms:modified>
</cp:coreProperties>
</file>