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163EB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30.07.2018</w:t>
      </w:r>
      <w:r w:rsidR="0028045B">
        <w:rPr>
          <w:sz w:val="28"/>
        </w:rPr>
        <w:t xml:space="preserve">         </w:t>
      </w:r>
      <w:r w:rsidR="001B5527">
        <w:rPr>
          <w:sz w:val="28"/>
        </w:rPr>
        <w:t xml:space="preserve">                                  </w:t>
      </w:r>
      <w:r w:rsidR="00622E47">
        <w:rPr>
          <w:sz w:val="28"/>
        </w:rPr>
        <w:t xml:space="preserve">                                   </w:t>
      </w:r>
      <w:r>
        <w:rPr>
          <w:sz w:val="28"/>
        </w:rPr>
        <w:t xml:space="preserve">                     </w:t>
      </w:r>
      <w:r w:rsidR="00622E47">
        <w:rPr>
          <w:sz w:val="28"/>
        </w:rPr>
        <w:t xml:space="preserve"> </w:t>
      </w:r>
      <w:r w:rsidR="0028045B">
        <w:rPr>
          <w:sz w:val="28"/>
        </w:rPr>
        <w:t xml:space="preserve">№ </w:t>
      </w:r>
      <w:r w:rsidR="001B5527">
        <w:rPr>
          <w:sz w:val="28"/>
        </w:rPr>
        <w:t xml:space="preserve"> </w:t>
      </w:r>
      <w:r>
        <w:rPr>
          <w:sz w:val="28"/>
        </w:rPr>
        <w:t>37</w:t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 w:rsidR="00E84432">
        <w:rPr>
          <w:sz w:val="28"/>
        </w:rPr>
        <w:t xml:space="preserve">              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8473D8">
        <w:rPr>
          <w:sz w:val="28"/>
        </w:rPr>
        <w:t xml:space="preserve">    внесении   изменения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1B177F">
        <w:rPr>
          <w:sz w:val="28"/>
        </w:rPr>
        <w:t>8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622E47">
        <w:rPr>
          <w:sz w:val="28"/>
        </w:rPr>
        <w:t>32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622E47">
        <w:rPr>
          <w:sz w:val="28"/>
        </w:rPr>
        <w:t>2</w:t>
      </w:r>
      <w:r w:rsidR="00372649">
        <w:rPr>
          <w:sz w:val="28"/>
        </w:rPr>
        <w:t>.12.201</w:t>
      </w:r>
      <w:r w:rsidR="00622E47">
        <w:rPr>
          <w:sz w:val="28"/>
        </w:rPr>
        <w:t>7</w:t>
      </w:r>
      <w:r w:rsidR="001D118F">
        <w:rPr>
          <w:sz w:val="28"/>
        </w:rPr>
        <w:t xml:space="preserve"> № </w:t>
      </w:r>
      <w:r w:rsidR="00622E47">
        <w:rPr>
          <w:sz w:val="28"/>
        </w:rPr>
        <w:t>537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622E47">
        <w:rPr>
          <w:sz w:val="28"/>
          <w:szCs w:val="28"/>
        </w:rPr>
        <w:t>8</w:t>
      </w:r>
      <w:r w:rsidRPr="007C3A87">
        <w:rPr>
          <w:sz w:val="28"/>
          <w:szCs w:val="28"/>
        </w:rPr>
        <w:t xml:space="preserve"> год</w:t>
      </w:r>
      <w:r w:rsidR="0039496C">
        <w:rPr>
          <w:sz w:val="28"/>
          <w:szCs w:val="28"/>
        </w:rPr>
        <w:t xml:space="preserve"> и на плановый период 201</w:t>
      </w:r>
      <w:r w:rsidR="00622E47">
        <w:rPr>
          <w:sz w:val="28"/>
          <w:szCs w:val="28"/>
        </w:rPr>
        <w:t>9</w:t>
      </w:r>
      <w:r w:rsidR="0039496C">
        <w:rPr>
          <w:sz w:val="28"/>
          <w:szCs w:val="28"/>
        </w:rPr>
        <w:t xml:space="preserve"> и 20</w:t>
      </w:r>
      <w:r w:rsidR="00622E47">
        <w:rPr>
          <w:sz w:val="28"/>
          <w:szCs w:val="28"/>
        </w:rPr>
        <w:t>20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C432A4">
        <w:rPr>
          <w:sz w:val="28"/>
        </w:rPr>
        <w:t>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E165B4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622E47">
        <w:rPr>
          <w:sz w:val="28"/>
        </w:rPr>
        <w:t>8</w:t>
      </w:r>
      <w:r>
        <w:rPr>
          <w:sz w:val="28"/>
        </w:rPr>
        <w:t xml:space="preserve"> год:</w:t>
      </w:r>
    </w:p>
    <w:p w:rsidR="00E67482" w:rsidRDefault="009E51C8" w:rsidP="00E165B4">
      <w:pPr>
        <w:pStyle w:val="a9"/>
        <w:numPr>
          <w:ilvl w:val="1"/>
          <w:numId w:val="7"/>
        </w:numPr>
        <w:tabs>
          <w:tab w:val="clear" w:pos="4153"/>
          <w:tab w:val="clear" w:pos="8306"/>
        </w:tabs>
        <w:ind w:left="0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E67482">
        <w:rPr>
          <w:rFonts w:ascii="Times New Roman CYR" w:hAnsi="Times New Roman CYR" w:cs="Times New Roman CYR"/>
          <w:sz w:val="28"/>
          <w:szCs w:val="28"/>
        </w:rPr>
        <w:t>ного администратора</w:t>
      </w:r>
      <w:r w:rsidR="007241F2">
        <w:rPr>
          <w:rFonts w:ascii="Times New Roman CYR" w:hAnsi="Times New Roman CYR" w:cs="Times New Roman CYR"/>
          <w:sz w:val="28"/>
          <w:szCs w:val="28"/>
        </w:rPr>
        <w:t xml:space="preserve"> доходов </w:t>
      </w:r>
      <w:r w:rsidR="00E67482">
        <w:rPr>
          <w:rFonts w:ascii="Times New Roman CYR" w:hAnsi="Times New Roman CYR" w:cs="Times New Roman CYR"/>
          <w:sz w:val="28"/>
          <w:szCs w:val="28"/>
        </w:rPr>
        <w:t>«90</w:t>
      </w:r>
      <w:r w:rsidR="00C8175A">
        <w:rPr>
          <w:rFonts w:ascii="Times New Roman CYR" w:hAnsi="Times New Roman CYR" w:cs="Times New Roman CYR"/>
          <w:sz w:val="28"/>
          <w:szCs w:val="28"/>
        </w:rPr>
        <w:t>2</w:t>
      </w:r>
      <w:r w:rsidR="00E67482">
        <w:rPr>
          <w:rFonts w:ascii="Times New Roman CYR" w:hAnsi="Times New Roman CYR" w:cs="Times New Roman CYR"/>
          <w:sz w:val="28"/>
          <w:szCs w:val="28"/>
        </w:rPr>
        <w:t xml:space="preserve"> Администрация </w:t>
      </w:r>
      <w:r w:rsidR="00E355D3">
        <w:rPr>
          <w:rFonts w:ascii="Times New Roman CYR" w:hAnsi="Times New Roman CYR" w:cs="Times New Roman CYR"/>
          <w:sz w:val="28"/>
          <w:szCs w:val="28"/>
        </w:rPr>
        <w:t>города Смоленска»</w:t>
      </w:r>
      <w:r w:rsidR="00E67482" w:rsidRPr="00E6748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67482">
        <w:rPr>
          <w:rFonts w:ascii="Times New Roman CYR" w:hAnsi="Times New Roman CYR" w:cs="Times New Roman CYR"/>
          <w:sz w:val="28"/>
          <w:szCs w:val="28"/>
        </w:rPr>
        <w:t xml:space="preserve">дополнить кодом доходов местного бюджета следующего содержания: </w:t>
      </w:r>
    </w:p>
    <w:tbl>
      <w:tblPr>
        <w:tblpPr w:leftFromText="180" w:rightFromText="180" w:vertAnchor="text" w:horzAnchor="margin" w:tblpX="108" w:tblpY="193"/>
        <w:tblW w:w="9594" w:type="dxa"/>
        <w:tblLook w:val="0000"/>
      </w:tblPr>
      <w:tblGrid>
        <w:gridCol w:w="3635"/>
        <w:gridCol w:w="5959"/>
      </w:tblGrid>
      <w:tr w:rsidR="009F1632" w:rsidRPr="0047430F" w:rsidTr="00C432A4">
        <w:trPr>
          <w:trHeight w:val="1090"/>
        </w:trPr>
        <w:tc>
          <w:tcPr>
            <w:tcW w:w="3635" w:type="dxa"/>
            <w:shd w:val="clear" w:color="auto" w:fill="auto"/>
          </w:tcPr>
          <w:p w:rsidR="009F1632" w:rsidRDefault="009F1632" w:rsidP="00C432A4">
            <w:pPr>
              <w:ind w:right="14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90</w:t>
            </w:r>
            <w:r w:rsidR="00C8175A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F93537">
              <w:rPr>
                <w:iCs/>
                <w:sz w:val="28"/>
                <w:szCs w:val="28"/>
              </w:rPr>
              <w:t>2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F93537">
              <w:rPr>
                <w:iCs/>
                <w:sz w:val="28"/>
                <w:szCs w:val="28"/>
              </w:rPr>
              <w:t>02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F93537">
              <w:rPr>
                <w:iCs/>
                <w:sz w:val="28"/>
                <w:szCs w:val="28"/>
              </w:rPr>
              <w:t>30024</w:t>
            </w:r>
            <w:r>
              <w:rPr>
                <w:iCs/>
                <w:sz w:val="28"/>
                <w:szCs w:val="28"/>
              </w:rPr>
              <w:t xml:space="preserve"> 04 0000 1</w:t>
            </w:r>
            <w:r w:rsidR="00F93537">
              <w:rPr>
                <w:iCs/>
                <w:sz w:val="28"/>
                <w:szCs w:val="28"/>
              </w:rPr>
              <w:t>51</w:t>
            </w:r>
          </w:p>
          <w:p w:rsidR="009F1632" w:rsidRPr="0047430F" w:rsidRDefault="009F1632" w:rsidP="00C432A4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F1632" w:rsidRPr="0047430F" w:rsidRDefault="009F1632" w:rsidP="00C432A4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9" w:type="dxa"/>
            <w:shd w:val="clear" w:color="auto" w:fill="auto"/>
          </w:tcPr>
          <w:p w:rsidR="009F1632" w:rsidRPr="0047430F" w:rsidRDefault="00F93537" w:rsidP="00C432A4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</w:tbl>
    <w:p w:rsidR="00E67482" w:rsidRPr="00C476D7" w:rsidRDefault="00E67482" w:rsidP="00E67482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</w:rPr>
      </w:pPr>
    </w:p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D577F0">
      <w:pPr>
        <w:pStyle w:val="a9"/>
        <w:tabs>
          <w:tab w:val="clear" w:pos="4153"/>
          <w:tab w:val="clear" w:pos="8306"/>
          <w:tab w:val="left" w:pos="5103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03E36">
        <w:rPr>
          <w:rFonts w:ascii="Times New Roman CYR" w:hAnsi="Times New Roman CYR" w:cs="Times New Roman CYR"/>
          <w:sz w:val="28"/>
          <w:szCs w:val="28"/>
        </w:rPr>
        <w:t>глав</w:t>
      </w:r>
      <w:r w:rsidR="00C432A4">
        <w:rPr>
          <w:rFonts w:ascii="Times New Roman CYR" w:hAnsi="Times New Roman CYR" w:cs="Times New Roman CYR"/>
          <w:sz w:val="28"/>
          <w:szCs w:val="28"/>
        </w:rPr>
        <w:t>ного</w:t>
      </w:r>
      <w:r w:rsidR="00382273">
        <w:rPr>
          <w:rFonts w:ascii="Times New Roman CYR" w:hAnsi="Times New Roman CYR" w:cs="Times New Roman CYR"/>
          <w:sz w:val="28"/>
          <w:szCs w:val="28"/>
        </w:rPr>
        <w:t xml:space="preserve">  </w:t>
      </w:r>
      <w:proofErr w:type="gramStart"/>
      <w:r w:rsidR="00C432A4">
        <w:rPr>
          <w:rFonts w:ascii="Times New Roman CYR" w:hAnsi="Times New Roman CYR" w:cs="Times New Roman CYR"/>
          <w:sz w:val="28"/>
          <w:szCs w:val="28"/>
        </w:rPr>
        <w:t>администратора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D577F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</w:t>
      </w:r>
      <w:r w:rsidR="00382273">
        <w:rPr>
          <w:rFonts w:ascii="Times New Roman CYR" w:hAnsi="Times New Roman CYR" w:cs="Times New Roman CYR"/>
          <w:sz w:val="28"/>
          <w:szCs w:val="28"/>
        </w:rPr>
        <w:t>оленска</w:t>
      </w:r>
      <w:proofErr w:type="gramEnd"/>
      <w:r w:rsidR="00382273">
        <w:rPr>
          <w:rFonts w:ascii="Times New Roman CYR" w:hAnsi="Times New Roman CYR" w:cs="Times New Roman CYR"/>
          <w:sz w:val="28"/>
          <w:szCs w:val="28"/>
        </w:rPr>
        <w:t xml:space="preserve">  в  течение  2 (двух) </w:t>
      </w:r>
      <w:r>
        <w:rPr>
          <w:rFonts w:ascii="Times New Roman CYR" w:hAnsi="Times New Roman CYR" w:cs="Times New Roman CYR"/>
          <w:sz w:val="28"/>
          <w:szCs w:val="28"/>
        </w:rPr>
        <w:t xml:space="preserve"> рабочих  дней  с  момента его издания.</w:t>
      </w:r>
    </w:p>
    <w:p w:rsidR="009E51C8" w:rsidRDefault="00C432A4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622E47">
        <w:rPr>
          <w:rFonts w:ascii="Times New Roman CYR" w:hAnsi="Times New Roman CYR" w:cs="Times New Roman CYR"/>
          <w:sz w:val="28"/>
          <w:szCs w:val="28"/>
        </w:rPr>
        <w:t>8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0EDD">
        <w:rPr>
          <w:rFonts w:ascii="Times New Roman CYR" w:hAnsi="Times New Roman CYR" w:cs="Times New Roman CYR"/>
          <w:sz w:val="28"/>
          <w:szCs w:val="28"/>
        </w:rPr>
        <w:t xml:space="preserve">Управление Федерального казначейства по Смоленской области                                и </w:t>
      </w:r>
      <w:r w:rsidR="009E51C8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C432A4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9F229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432A4">
        <w:rPr>
          <w:rFonts w:ascii="Times New Roman CYR" w:hAnsi="Times New Roman CYR" w:cs="Times New Roman CYR"/>
          <w:sz w:val="28"/>
          <w:szCs w:val="28"/>
        </w:rPr>
        <w:t xml:space="preserve"> дохода</w:t>
      </w:r>
      <w:r>
        <w:rPr>
          <w:rFonts w:ascii="Times New Roman CYR" w:hAnsi="Times New Roman CYR" w:cs="Times New Roman CYR"/>
          <w:sz w:val="28"/>
          <w:szCs w:val="28"/>
        </w:rPr>
        <w:t xml:space="preserve"> до сведения получателей.</w:t>
      </w:r>
    </w:p>
    <w:p w:rsidR="00F93537" w:rsidRDefault="00F93537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93537" w:rsidRDefault="00F93537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</w:t>
      </w:r>
      <w:r w:rsidR="00382273">
        <w:rPr>
          <w:sz w:val="28"/>
        </w:rPr>
        <w:t xml:space="preserve">    </w:t>
      </w:r>
      <w:r w:rsidR="00622E47">
        <w:rPr>
          <w:sz w:val="28"/>
        </w:rPr>
        <w:t xml:space="preserve">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35E85">
      <w:headerReference w:type="even" r:id="rId7"/>
      <w:headerReference w:type="default" r:id="rId8"/>
      <w:pgSz w:w="11906" w:h="16838" w:code="9"/>
      <w:pgMar w:top="426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75A" w:rsidRDefault="00C8175A">
      <w:r>
        <w:separator/>
      </w:r>
    </w:p>
  </w:endnote>
  <w:endnote w:type="continuationSeparator" w:id="0">
    <w:p w:rsidR="00C8175A" w:rsidRDefault="00C8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75A" w:rsidRDefault="00C8175A">
      <w:r>
        <w:separator/>
      </w:r>
    </w:p>
  </w:footnote>
  <w:footnote w:type="continuationSeparator" w:id="0">
    <w:p w:rsidR="00C8175A" w:rsidRDefault="00C81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5A" w:rsidRDefault="00BD600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8175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8175A" w:rsidRDefault="00C8175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5A" w:rsidRDefault="00BD600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8175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163EB">
      <w:rPr>
        <w:rStyle w:val="ab"/>
        <w:noProof/>
      </w:rPr>
      <w:t>2</w:t>
    </w:r>
    <w:r>
      <w:rPr>
        <w:rStyle w:val="ab"/>
      </w:rPr>
      <w:fldChar w:fldCharType="end"/>
    </w:r>
  </w:p>
  <w:p w:rsidR="00C8175A" w:rsidRDefault="00C8175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FB83FC8"/>
    <w:multiLevelType w:val="multilevel"/>
    <w:tmpl w:val="53EAC51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4B4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2F7237"/>
    <w:rsid w:val="00301E62"/>
    <w:rsid w:val="00335738"/>
    <w:rsid w:val="00367B1D"/>
    <w:rsid w:val="00372649"/>
    <w:rsid w:val="00382273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D2CD5"/>
    <w:rsid w:val="005E5E34"/>
    <w:rsid w:val="005F4346"/>
    <w:rsid w:val="00601EE8"/>
    <w:rsid w:val="00614138"/>
    <w:rsid w:val="00622E47"/>
    <w:rsid w:val="006270FC"/>
    <w:rsid w:val="0064008E"/>
    <w:rsid w:val="00646663"/>
    <w:rsid w:val="0066283C"/>
    <w:rsid w:val="006B2A03"/>
    <w:rsid w:val="006F5C07"/>
    <w:rsid w:val="006F745B"/>
    <w:rsid w:val="0071282C"/>
    <w:rsid w:val="007163EB"/>
    <w:rsid w:val="007226D7"/>
    <w:rsid w:val="007241F2"/>
    <w:rsid w:val="007411B7"/>
    <w:rsid w:val="00753C35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3208A"/>
    <w:rsid w:val="00837257"/>
    <w:rsid w:val="008473D8"/>
    <w:rsid w:val="008505E6"/>
    <w:rsid w:val="00853FE7"/>
    <w:rsid w:val="00863179"/>
    <w:rsid w:val="00865A50"/>
    <w:rsid w:val="00876E1E"/>
    <w:rsid w:val="00886FEC"/>
    <w:rsid w:val="008B1738"/>
    <w:rsid w:val="008B6034"/>
    <w:rsid w:val="008E5023"/>
    <w:rsid w:val="008E7BA2"/>
    <w:rsid w:val="00900B1D"/>
    <w:rsid w:val="009151D3"/>
    <w:rsid w:val="00915270"/>
    <w:rsid w:val="00925C58"/>
    <w:rsid w:val="00935E85"/>
    <w:rsid w:val="00977E1C"/>
    <w:rsid w:val="0098041C"/>
    <w:rsid w:val="00982DC4"/>
    <w:rsid w:val="009835D9"/>
    <w:rsid w:val="009852B3"/>
    <w:rsid w:val="009B7F39"/>
    <w:rsid w:val="009C1BA0"/>
    <w:rsid w:val="009D0475"/>
    <w:rsid w:val="009E14D3"/>
    <w:rsid w:val="009E51C8"/>
    <w:rsid w:val="009F0B94"/>
    <w:rsid w:val="009F1632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7398E"/>
    <w:rsid w:val="00BA6032"/>
    <w:rsid w:val="00BD6003"/>
    <w:rsid w:val="00C03E36"/>
    <w:rsid w:val="00C22604"/>
    <w:rsid w:val="00C432A4"/>
    <w:rsid w:val="00C476D7"/>
    <w:rsid w:val="00C547EB"/>
    <w:rsid w:val="00C8175A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577F0"/>
    <w:rsid w:val="00D93C47"/>
    <w:rsid w:val="00DB1094"/>
    <w:rsid w:val="00DB283E"/>
    <w:rsid w:val="00DD1FBA"/>
    <w:rsid w:val="00DD36C7"/>
    <w:rsid w:val="00DE2154"/>
    <w:rsid w:val="00E0593E"/>
    <w:rsid w:val="00E165B4"/>
    <w:rsid w:val="00E34A4F"/>
    <w:rsid w:val="00E35550"/>
    <w:rsid w:val="00E355D3"/>
    <w:rsid w:val="00E37895"/>
    <w:rsid w:val="00E53030"/>
    <w:rsid w:val="00E57BD7"/>
    <w:rsid w:val="00E62EE1"/>
    <w:rsid w:val="00E65692"/>
    <w:rsid w:val="00E6748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93537"/>
    <w:rsid w:val="00FC0B8F"/>
    <w:rsid w:val="00FC4707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223</TotalTime>
  <Pages>2</Pages>
  <Words>249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40</cp:revision>
  <cp:lastPrinted>2018-07-30T08:11:00Z</cp:lastPrinted>
  <dcterms:created xsi:type="dcterms:W3CDTF">2016-03-02T11:22:00Z</dcterms:created>
  <dcterms:modified xsi:type="dcterms:W3CDTF">2018-11-12T07:35:00Z</dcterms:modified>
</cp:coreProperties>
</file>