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EB75AC" w:rsidRDefault="00EB75AC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16.06.2014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№</w:t>
      </w:r>
      <w:r>
        <w:rPr>
          <w:sz w:val="28"/>
          <w:u w:val="single"/>
        </w:rPr>
        <w:t>28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</w:t>
      </w:r>
      <w:r w:rsidR="0031700B">
        <w:rPr>
          <w:sz w:val="28"/>
        </w:rPr>
        <w:t xml:space="preserve"> </w:t>
      </w:r>
      <w:r w:rsidR="009D0475">
        <w:rPr>
          <w:sz w:val="28"/>
        </w:rPr>
        <w:t>изменени</w:t>
      </w:r>
      <w:r w:rsidR="00C218AC">
        <w:rPr>
          <w:sz w:val="28"/>
        </w:rPr>
        <w:t>й</w:t>
      </w:r>
      <w:r w:rsidR="009D0475">
        <w:rPr>
          <w:sz w:val="28"/>
        </w:rPr>
        <w:t xml:space="preserve">  </w:t>
      </w:r>
      <w:r w:rsidR="0031700B">
        <w:rPr>
          <w:sz w:val="28"/>
        </w:rPr>
        <w:t xml:space="preserve"> </w:t>
      </w:r>
      <w:r w:rsidR="009D0475">
        <w:rPr>
          <w:sz w:val="28"/>
        </w:rPr>
        <w:t xml:space="preserve">в </w:t>
      </w:r>
      <w:r w:rsidR="0031700B">
        <w:rPr>
          <w:sz w:val="28"/>
        </w:rPr>
        <w:t xml:space="preserve"> 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главных     администраторов    </w:t>
      </w:r>
      <w:r w:rsidR="0031700B">
        <w:rPr>
          <w:sz w:val="28"/>
        </w:rPr>
        <w:t xml:space="preserve">  </w:t>
      </w:r>
      <w:r>
        <w:rPr>
          <w:sz w:val="28"/>
        </w:rPr>
        <w:t>доходов</w:t>
      </w:r>
    </w:p>
    <w:p w:rsidR="001B41BE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 xml:space="preserve">юджета города Смоленска </w:t>
      </w:r>
      <w:r w:rsidR="0031700B">
        <w:rPr>
          <w:sz w:val="28"/>
        </w:rPr>
        <w:t xml:space="preserve"> </w:t>
      </w:r>
      <w:r w:rsidR="009E51C8">
        <w:rPr>
          <w:sz w:val="28"/>
        </w:rPr>
        <w:t xml:space="preserve">на </w:t>
      </w:r>
      <w:r w:rsidR="0031700B">
        <w:rPr>
          <w:sz w:val="28"/>
        </w:rPr>
        <w:t xml:space="preserve"> </w:t>
      </w:r>
      <w:r w:rsidR="009E51C8">
        <w:rPr>
          <w:sz w:val="28"/>
        </w:rPr>
        <w:t>201</w:t>
      </w:r>
      <w:r w:rsidR="004234EE">
        <w:rPr>
          <w:sz w:val="28"/>
        </w:rPr>
        <w:t>4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1B41BE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и на пл</w:t>
      </w:r>
      <w:r w:rsidR="00DB2016">
        <w:rPr>
          <w:sz w:val="28"/>
        </w:rPr>
        <w:t>ановый период 2015 и 2016 годов</w:t>
      </w:r>
    </w:p>
    <w:p w:rsidR="009E51C8" w:rsidRPr="00C547EB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18"/>
          <w:szCs w:val="18"/>
        </w:rPr>
      </w:pPr>
      <w:r>
        <w:rPr>
          <w:sz w:val="28"/>
        </w:rPr>
        <w:t xml:space="preserve"> </w:t>
      </w:r>
    </w:p>
    <w:p w:rsidR="009E51C8" w:rsidRDefault="009D0475" w:rsidP="00CB5ADE">
      <w:pPr>
        <w:pStyle w:val="a9"/>
        <w:tabs>
          <w:tab w:val="clear" w:pos="4153"/>
          <w:tab w:val="clear" w:pos="8306"/>
        </w:tabs>
      </w:pPr>
      <w:r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372FA0" w:rsidP="00372FA0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proofErr w:type="gramStart"/>
      <w:r w:rsidR="009E51C8"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 w:rsidR="008C320D">
        <w:rPr>
          <w:sz w:val="28"/>
        </w:rPr>
        <w:t xml:space="preserve">        </w:t>
      </w:r>
      <w:r w:rsidR="009E51C8">
        <w:rPr>
          <w:sz w:val="28"/>
          <w:lang w:val="en-US"/>
        </w:rPr>
        <w:t>III</w:t>
      </w:r>
      <w:r w:rsidR="009E51C8">
        <w:rPr>
          <w:sz w:val="28"/>
        </w:rPr>
        <w:t xml:space="preserve"> со</w:t>
      </w:r>
      <w:r w:rsidR="00847E64">
        <w:rPr>
          <w:sz w:val="28"/>
        </w:rPr>
        <w:t>зыва от 19.12.2007 № 723, решением 57-й сессии См</w:t>
      </w:r>
      <w:r w:rsidR="008C320D">
        <w:rPr>
          <w:sz w:val="28"/>
        </w:rPr>
        <w:t xml:space="preserve">оленского городского Совета  </w:t>
      </w:r>
      <w:r w:rsidR="00847E64">
        <w:rPr>
          <w:sz w:val="28"/>
        </w:rPr>
        <w:t xml:space="preserve"> </w:t>
      </w:r>
      <w:r w:rsidR="00847E64">
        <w:rPr>
          <w:sz w:val="28"/>
          <w:lang w:val="en-US"/>
        </w:rPr>
        <w:t>IV</w:t>
      </w:r>
      <w:r w:rsidR="00847E64">
        <w:rPr>
          <w:sz w:val="28"/>
        </w:rPr>
        <w:t xml:space="preserve"> созыва от 23.12.2013 № 1006 "О бюджете города Смоленска на 2014 год </w:t>
      </w:r>
      <w:r w:rsidR="008C320D">
        <w:rPr>
          <w:sz w:val="28"/>
        </w:rPr>
        <w:t xml:space="preserve">                     </w:t>
      </w:r>
      <w:r w:rsidR="00847E64">
        <w:rPr>
          <w:sz w:val="28"/>
        </w:rPr>
        <w:t>и на плановый период 2015 и 2016 годов"</w:t>
      </w:r>
      <w:r w:rsidR="004234EE">
        <w:rPr>
          <w:sz w:val="28"/>
        </w:rPr>
        <w:t>,</w:t>
      </w:r>
      <w:r>
        <w:rPr>
          <w:sz w:val="28"/>
        </w:rPr>
        <w:t xml:space="preserve"> </w:t>
      </w:r>
      <w:r w:rsidR="009E51C8">
        <w:rPr>
          <w:sz w:val="28"/>
        </w:rPr>
        <w:t>Уставом города-героя</w:t>
      </w:r>
      <w:proofErr w:type="gramEnd"/>
      <w:r w:rsidR="009E51C8">
        <w:rPr>
          <w:sz w:val="28"/>
        </w:rPr>
        <w:t xml:space="preserve"> Смоленска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</w:t>
      </w:r>
      <w:r w:rsidR="00FF0C5E">
        <w:rPr>
          <w:sz w:val="28"/>
        </w:rPr>
        <w:t xml:space="preserve"> </w:t>
      </w:r>
      <w:r w:rsidR="00E65692">
        <w:rPr>
          <w:sz w:val="28"/>
        </w:rPr>
        <w:t xml:space="preserve"> </w:t>
      </w:r>
      <w:r>
        <w:rPr>
          <w:sz w:val="28"/>
        </w:rPr>
        <w:t>изменени</w:t>
      </w:r>
      <w:r w:rsidR="00C218AC">
        <w:rPr>
          <w:sz w:val="28"/>
        </w:rPr>
        <w:t>я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</w:t>
      </w:r>
      <w:r w:rsidR="00FF0C5E">
        <w:rPr>
          <w:sz w:val="28"/>
        </w:rPr>
        <w:t xml:space="preserve"> </w:t>
      </w:r>
      <w:r>
        <w:rPr>
          <w:sz w:val="28"/>
        </w:rPr>
        <w:t xml:space="preserve">Перечень </w:t>
      </w:r>
      <w:r w:rsidR="00FF0C5E">
        <w:rPr>
          <w:sz w:val="28"/>
        </w:rPr>
        <w:t xml:space="preserve"> </w:t>
      </w:r>
      <w:r>
        <w:rPr>
          <w:sz w:val="28"/>
        </w:rPr>
        <w:t>главных</w:t>
      </w:r>
      <w:r w:rsidR="00FF0C5E">
        <w:rPr>
          <w:sz w:val="28"/>
        </w:rPr>
        <w:t xml:space="preserve"> </w:t>
      </w:r>
      <w:r w:rsidR="00B77CBA">
        <w:rPr>
          <w:sz w:val="28"/>
        </w:rPr>
        <w:t xml:space="preserve"> 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FF0C5E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847E64">
        <w:rPr>
          <w:sz w:val="28"/>
        </w:rPr>
        <w:t>4</w:t>
      </w:r>
      <w:r>
        <w:rPr>
          <w:sz w:val="28"/>
        </w:rPr>
        <w:t xml:space="preserve"> год</w:t>
      </w:r>
      <w:r w:rsidR="001B41BE" w:rsidRPr="001B41BE">
        <w:rPr>
          <w:sz w:val="28"/>
        </w:rPr>
        <w:t xml:space="preserve"> </w:t>
      </w:r>
      <w:r w:rsidR="001B41BE">
        <w:rPr>
          <w:sz w:val="28"/>
        </w:rPr>
        <w:t xml:space="preserve">и на плановый период </w:t>
      </w:r>
      <w:r w:rsidR="00B77CBA">
        <w:rPr>
          <w:sz w:val="28"/>
        </w:rPr>
        <w:t xml:space="preserve"> </w:t>
      </w:r>
      <w:r w:rsidR="001B41BE">
        <w:rPr>
          <w:sz w:val="28"/>
        </w:rPr>
        <w:t>2015</w:t>
      </w:r>
      <w:r w:rsidR="00B77CBA">
        <w:rPr>
          <w:sz w:val="28"/>
        </w:rPr>
        <w:t xml:space="preserve"> </w:t>
      </w:r>
      <w:r w:rsidR="001B41BE">
        <w:rPr>
          <w:sz w:val="28"/>
        </w:rPr>
        <w:t xml:space="preserve"> и 2016 годов</w:t>
      </w:r>
      <w:r>
        <w:rPr>
          <w:sz w:val="28"/>
        </w:rPr>
        <w:t>:</w:t>
      </w:r>
    </w:p>
    <w:p w:rsidR="00C218AC" w:rsidRDefault="00C218AC" w:rsidP="00C218AC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Код главного администратора доходов «923 Управление дорожного хозяйства Администрации города Смоленска» дополнить следующими кодами доходов местного бюджета: </w:t>
      </w:r>
    </w:p>
    <w:p w:rsidR="00C218AC" w:rsidRDefault="00C218AC" w:rsidP="00C218AC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6486"/>
      </w:tblGrid>
      <w:tr w:rsidR="00B77CBA" w:rsidTr="001C076D">
        <w:trPr>
          <w:trHeight w:val="2722"/>
        </w:trPr>
        <w:tc>
          <w:tcPr>
            <w:tcW w:w="393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1 08 07173 01 1000 110</w:t>
            </w:r>
          </w:p>
        </w:tc>
        <w:tc>
          <w:tcPr>
            <w:tcW w:w="6486" w:type="dxa"/>
          </w:tcPr>
          <w:p w:rsidR="00B77CBA" w:rsidRP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Государственна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  пошлина  за выдачу органом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местного  самоуправления  городског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  округа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специального   разрешения  на   движение   по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автомобильным     дорогам        транспортных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средств, осуществляющих перевозки опасных,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тяжеловесных   и  (или)      крупногабаритных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грузов,   зачисляемая   в  бюджеты городских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округов</w:t>
            </w:r>
          </w:p>
          <w:p w:rsidR="00B77CBA" w:rsidRDefault="00B77CBA" w:rsidP="00C218AC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77CBA" w:rsidTr="001C076D">
        <w:tc>
          <w:tcPr>
            <w:tcW w:w="393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1 13 01994 04 0000 130</w:t>
            </w:r>
          </w:p>
        </w:tc>
        <w:tc>
          <w:tcPr>
            <w:tcW w:w="648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Прочие  доходы  от  оказания  платных услуг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(работ)     получателями    средств   бюджетов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городских округов</w:t>
            </w:r>
          </w:p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B77CBA" w:rsidTr="001C076D">
        <w:tc>
          <w:tcPr>
            <w:tcW w:w="393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1 16 46000 04 0000 140</w:t>
            </w:r>
          </w:p>
        </w:tc>
        <w:tc>
          <w:tcPr>
            <w:tcW w:w="6486" w:type="dxa"/>
          </w:tcPr>
          <w:p w:rsidR="00B77CBA" w:rsidRP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Поступления  сумм  в   возмещение    ущерба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в   связи   с    нарушением         исполнителем (подрядчиком)     условий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   государственных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контрактов </w:t>
            </w:r>
            <w:r w:rsidR="001C076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или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иных договоров</w:t>
            </w:r>
            <w:r w:rsidR="001C076D"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финансируемых за счет  средств  муниципальных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дорожных фондов городских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округов, либо в связи с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 уклонением  от 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заключения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 таких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контрактов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или иных</w:t>
            </w:r>
            <w:r w:rsidR="001C076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договоров</w:t>
            </w:r>
          </w:p>
          <w:p w:rsidR="00B77CBA" w:rsidRDefault="00B77CBA" w:rsidP="00C218AC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77CBA" w:rsidTr="001C076D">
        <w:tc>
          <w:tcPr>
            <w:tcW w:w="393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2 07 04010 04 0000 180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ab/>
            </w:r>
          </w:p>
        </w:tc>
        <w:tc>
          <w:tcPr>
            <w:tcW w:w="648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Безвозмездные поступления  от физических и</w:t>
            </w:r>
            <w:r w:rsidRPr="00406EB5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юридических лиц на финансовое обеспечение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дорожной   деятельности,    в       том    числе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добровольных пожертвований,  в отношении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автомобильных  дорог   общего пользования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местного  значения  городских  округов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1C076D" w:rsidRDefault="001C076D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77CBA" w:rsidTr="001C076D">
        <w:tc>
          <w:tcPr>
            <w:tcW w:w="3936" w:type="dxa"/>
          </w:tcPr>
          <w:p w:rsidR="00B77CBA" w:rsidRDefault="00B77CBA" w:rsidP="00B77CBA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2 18 04030 04 0000 180</w:t>
            </w:r>
          </w:p>
        </w:tc>
        <w:tc>
          <w:tcPr>
            <w:tcW w:w="6486" w:type="dxa"/>
          </w:tcPr>
          <w:p w:rsidR="00B77CBA" w:rsidRDefault="00B77CBA" w:rsidP="001C076D">
            <w:pPr>
              <w:pStyle w:val="a9"/>
              <w:tabs>
                <w:tab w:val="clear" w:pos="4153"/>
                <w:tab w:val="clear" w:pos="8306"/>
              </w:tabs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Доходы   бюджетов   городских   округов от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 xml:space="preserve">возврата </w:t>
            </w:r>
            <w:r w:rsidR="001C076D">
              <w:rPr>
                <w:rFonts w:ascii="Times New Roman CYR" w:hAnsi="Times New Roman CYR" w:cs="Times New Roman CYR"/>
                <w:sz w:val="28"/>
                <w:szCs w:val="28"/>
              </w:rPr>
              <w:t xml:space="preserve"> иными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1C076D">
              <w:rPr>
                <w:rFonts w:ascii="Times New Roman CYR" w:hAnsi="Times New Roman CYR" w:cs="Times New Roman CYR"/>
                <w:sz w:val="28"/>
                <w:szCs w:val="28"/>
              </w:rPr>
              <w:t xml:space="preserve">организациями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остатков</w:t>
            </w:r>
            <w:r w:rsidR="001C076D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B77CBA">
              <w:rPr>
                <w:rFonts w:ascii="Times New Roman CYR" w:hAnsi="Times New Roman CYR" w:cs="Times New Roman CYR"/>
                <w:sz w:val="28"/>
                <w:szCs w:val="28"/>
              </w:rPr>
              <w:t>субсидий прошлых лет</w:t>
            </w:r>
          </w:p>
        </w:tc>
      </w:tr>
    </w:tbl>
    <w:p w:rsidR="00B77CBA" w:rsidRDefault="00B77CBA" w:rsidP="00C218AC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83208A" w:rsidP="00406EB5">
      <w:pPr>
        <w:pStyle w:val="a9"/>
        <w:tabs>
          <w:tab w:val="clear" w:pos="4153"/>
          <w:tab w:val="clear" w:pos="8306"/>
          <w:tab w:val="left" w:pos="709"/>
          <w:tab w:val="left" w:pos="851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406EB5">
        <w:rPr>
          <w:rFonts w:ascii="Times New Roman CYR" w:hAnsi="Times New Roman CYR" w:cs="Times New Roman CYR"/>
          <w:sz w:val="28"/>
          <w:szCs w:val="28"/>
        </w:rPr>
        <w:t xml:space="preserve"> 2.   Отделу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прогнозирования  нало</w:t>
      </w:r>
      <w:r w:rsidR="00406EB5">
        <w:rPr>
          <w:rFonts w:ascii="Times New Roman CYR" w:hAnsi="Times New Roman CYR" w:cs="Times New Roman CYR"/>
          <w:sz w:val="28"/>
          <w:szCs w:val="28"/>
        </w:rPr>
        <w:t xml:space="preserve">гов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406EB5"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406EB5">
        <w:rPr>
          <w:rFonts w:ascii="Times New Roman CYR" w:hAnsi="Times New Roman CYR" w:cs="Times New Roman CYR"/>
          <w:sz w:val="28"/>
          <w:szCs w:val="28"/>
        </w:rPr>
        <w:t>С.Н. Титова</w:t>
      </w:r>
      <w:r w:rsidR="009E51C8">
        <w:rPr>
          <w:rFonts w:ascii="Times New Roman CYR" w:hAnsi="Times New Roman CYR" w:cs="Times New Roman CYR"/>
          <w:sz w:val="28"/>
          <w:szCs w:val="28"/>
        </w:rPr>
        <w:t>)</w:t>
      </w:r>
      <w:r w:rsidR="00406E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настоящий 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приказ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главного  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 xml:space="preserve">администратора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</w:t>
      </w:r>
      <w:r w:rsidR="00406EB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 в  течение  </w:t>
      </w:r>
      <w:r w:rsidR="004B27C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2 (двух)    рабочих  дней  с  момента его издания.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DC18E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406EB5">
        <w:rPr>
          <w:rFonts w:ascii="Times New Roman CYR" w:hAnsi="Times New Roman CYR" w:cs="Times New Roman CYR"/>
          <w:sz w:val="28"/>
          <w:szCs w:val="28"/>
        </w:rPr>
        <w:t>и</w:t>
      </w:r>
      <w:r w:rsidR="009E51C8">
        <w:rPr>
          <w:rFonts w:ascii="Times New Roman CYR" w:hAnsi="Times New Roman CYR" w:cs="Times New Roman CYR"/>
          <w:sz w:val="28"/>
          <w:szCs w:val="28"/>
        </w:rPr>
        <w:t>е изменени</w:t>
      </w:r>
      <w:r w:rsidR="00406EB5">
        <w:rPr>
          <w:rFonts w:ascii="Times New Roman CYR" w:hAnsi="Times New Roman CYR" w:cs="Times New Roman CYR"/>
          <w:sz w:val="28"/>
          <w:szCs w:val="28"/>
        </w:rPr>
        <w:t>я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о закреплении </w:t>
      </w:r>
      <w:r w:rsidR="000C2165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847E64">
        <w:rPr>
          <w:rFonts w:ascii="Times New Roman CYR" w:hAnsi="Times New Roman CYR" w:cs="Times New Roman CYR"/>
          <w:sz w:val="28"/>
          <w:szCs w:val="28"/>
        </w:rPr>
        <w:t>4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1B41BE" w:rsidRPr="001B41BE">
        <w:rPr>
          <w:sz w:val="28"/>
        </w:rPr>
        <w:t xml:space="preserve"> </w:t>
      </w:r>
      <w:r w:rsidR="00345340">
        <w:rPr>
          <w:sz w:val="28"/>
        </w:rPr>
        <w:t>и</w:t>
      </w:r>
      <w:r w:rsidR="001B41BE">
        <w:rPr>
          <w:sz w:val="28"/>
        </w:rPr>
        <w:t xml:space="preserve"> планов</w:t>
      </w:r>
      <w:r w:rsidR="00345340">
        <w:rPr>
          <w:sz w:val="28"/>
        </w:rPr>
        <w:t>ом</w:t>
      </w:r>
      <w:r w:rsidR="001B41BE">
        <w:rPr>
          <w:sz w:val="28"/>
        </w:rPr>
        <w:t xml:space="preserve"> период</w:t>
      </w:r>
      <w:r w:rsidR="00345340">
        <w:rPr>
          <w:sz w:val="28"/>
        </w:rPr>
        <w:t xml:space="preserve">е </w:t>
      </w:r>
      <w:r w:rsidR="001B41BE">
        <w:rPr>
          <w:sz w:val="28"/>
        </w:rPr>
        <w:t xml:space="preserve"> 2015 и 2016 годов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 </w:t>
      </w:r>
      <w:r w:rsidR="001B41BE">
        <w:rPr>
          <w:rFonts w:ascii="Times New Roman CYR" w:hAnsi="Times New Roman CYR" w:cs="Times New Roman CYR"/>
          <w:sz w:val="28"/>
          <w:szCs w:val="28"/>
        </w:rPr>
        <w:t xml:space="preserve">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>в Управление федерального казначейства по Смоленской области и Финансово-казначейское управление Администрации города Смоленска.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Довести 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4234EE">
        <w:rPr>
          <w:rFonts w:ascii="Times New Roman CYR" w:hAnsi="Times New Roman CYR" w:cs="Times New Roman CYR"/>
          <w:sz w:val="28"/>
          <w:szCs w:val="28"/>
        </w:rPr>
        <w:t>утвержденные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4234EE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сведения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получателей.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  Настоящий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приказ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вступает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силу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с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момента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подписания.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 xml:space="preserve">Контроль </w:t>
      </w:r>
      <w:r w:rsidR="004234EE">
        <w:rPr>
          <w:sz w:val="28"/>
        </w:rPr>
        <w:t xml:space="preserve"> </w:t>
      </w:r>
      <w:r w:rsidR="00152E63">
        <w:rPr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z w:val="28"/>
        </w:rPr>
        <w:t xml:space="preserve"> </w:t>
      </w:r>
      <w:r w:rsidR="00152E63">
        <w:rPr>
          <w:sz w:val="28"/>
        </w:rPr>
        <w:t xml:space="preserve"> </w:t>
      </w:r>
      <w:r w:rsidR="004234EE">
        <w:rPr>
          <w:sz w:val="28"/>
        </w:rPr>
        <w:t xml:space="preserve"> </w:t>
      </w:r>
      <w:r>
        <w:rPr>
          <w:sz w:val="28"/>
        </w:rPr>
        <w:t xml:space="preserve">исполнением </w:t>
      </w:r>
      <w:r w:rsidR="00152E63">
        <w:rPr>
          <w:sz w:val="28"/>
        </w:rPr>
        <w:t xml:space="preserve"> </w:t>
      </w:r>
      <w:r>
        <w:rPr>
          <w:sz w:val="28"/>
        </w:rPr>
        <w:t>настоящего</w:t>
      </w:r>
      <w:r w:rsidR="004234EE">
        <w:rPr>
          <w:sz w:val="28"/>
        </w:rPr>
        <w:t xml:space="preserve"> </w:t>
      </w:r>
      <w:r w:rsidR="00152E63">
        <w:rPr>
          <w:sz w:val="28"/>
        </w:rPr>
        <w:t xml:space="preserve">  </w:t>
      </w:r>
      <w:r>
        <w:rPr>
          <w:sz w:val="28"/>
        </w:rPr>
        <w:t xml:space="preserve"> приказа </w:t>
      </w:r>
      <w:r w:rsidR="00152E63">
        <w:rPr>
          <w:sz w:val="28"/>
        </w:rPr>
        <w:t xml:space="preserve"> </w:t>
      </w:r>
      <w:r>
        <w:rPr>
          <w:sz w:val="28"/>
        </w:rPr>
        <w:t xml:space="preserve">оставляю </w:t>
      </w:r>
      <w:r w:rsidR="00152E63">
        <w:rPr>
          <w:sz w:val="28"/>
        </w:rPr>
        <w:t xml:space="preserve">  </w:t>
      </w:r>
      <w:r>
        <w:rPr>
          <w:sz w:val="28"/>
        </w:rPr>
        <w:t xml:space="preserve">за </w:t>
      </w:r>
      <w:r w:rsidR="00152E63">
        <w:rPr>
          <w:sz w:val="28"/>
        </w:rPr>
        <w:t xml:space="preserve">  </w:t>
      </w:r>
      <w:r>
        <w:rPr>
          <w:sz w:val="28"/>
        </w:rPr>
        <w:t>собой.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DC18E6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DC18E6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C320D">
        <w:rPr>
          <w:sz w:val="28"/>
        </w:rPr>
        <w:t xml:space="preserve">    </w:t>
      </w:r>
      <w:r>
        <w:rPr>
          <w:sz w:val="28"/>
        </w:rPr>
        <w:tab/>
        <w:t xml:space="preserve">     </w:t>
      </w:r>
      <w:r w:rsidR="001B41BE">
        <w:rPr>
          <w:sz w:val="28"/>
        </w:rPr>
        <w:t xml:space="preserve">    </w:t>
      </w:r>
      <w:r w:rsidR="008C320D">
        <w:rPr>
          <w:sz w:val="28"/>
        </w:rPr>
        <w:t xml:space="preserve"> </w:t>
      </w:r>
      <w:r>
        <w:rPr>
          <w:sz w:val="28"/>
        </w:rPr>
        <w:t>В.Н. Абрамов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4234EE">
      <w:headerReference w:type="even" r:id="rId7"/>
      <w:headerReference w:type="default" r:id="rId8"/>
      <w:pgSz w:w="11906" w:h="16838" w:code="9"/>
      <w:pgMar w:top="1702" w:right="566" w:bottom="1134" w:left="1134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CBA" w:rsidRDefault="00B77CBA">
      <w:r>
        <w:separator/>
      </w:r>
    </w:p>
  </w:endnote>
  <w:endnote w:type="continuationSeparator" w:id="0">
    <w:p w:rsidR="00B77CBA" w:rsidRDefault="00B77C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CBA" w:rsidRDefault="00B77CBA">
      <w:r>
        <w:separator/>
      </w:r>
    </w:p>
  </w:footnote>
  <w:footnote w:type="continuationSeparator" w:id="0">
    <w:p w:rsidR="00B77CBA" w:rsidRDefault="00B77C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CBA" w:rsidRDefault="00601F3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77CB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7CBA" w:rsidRDefault="00B77CBA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CBA" w:rsidRDefault="00601F3E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77CBA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B75AC">
      <w:rPr>
        <w:rStyle w:val="ab"/>
        <w:noProof/>
      </w:rPr>
      <w:t>2</w:t>
    </w:r>
    <w:r>
      <w:rPr>
        <w:rStyle w:val="ab"/>
      </w:rPr>
      <w:fldChar w:fldCharType="end"/>
    </w:r>
  </w:p>
  <w:p w:rsidR="00B77CBA" w:rsidRDefault="00B77CB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C2165"/>
    <w:rsid w:val="000F5755"/>
    <w:rsid w:val="00146EF8"/>
    <w:rsid w:val="00152E63"/>
    <w:rsid w:val="001B41BE"/>
    <w:rsid w:val="001C076D"/>
    <w:rsid w:val="00215E46"/>
    <w:rsid w:val="002F718B"/>
    <w:rsid w:val="00301E62"/>
    <w:rsid w:val="0031700B"/>
    <w:rsid w:val="00323B8B"/>
    <w:rsid w:val="00333BA6"/>
    <w:rsid w:val="00335738"/>
    <w:rsid w:val="00345340"/>
    <w:rsid w:val="00367B1D"/>
    <w:rsid w:val="00372FA0"/>
    <w:rsid w:val="003A3E82"/>
    <w:rsid w:val="00406EB5"/>
    <w:rsid w:val="004234EE"/>
    <w:rsid w:val="00427530"/>
    <w:rsid w:val="00445EBD"/>
    <w:rsid w:val="004748EE"/>
    <w:rsid w:val="00491FEB"/>
    <w:rsid w:val="00497843"/>
    <w:rsid w:val="004B187A"/>
    <w:rsid w:val="004B27C3"/>
    <w:rsid w:val="004C6C1C"/>
    <w:rsid w:val="004F349F"/>
    <w:rsid w:val="00556259"/>
    <w:rsid w:val="005629CD"/>
    <w:rsid w:val="005C2B16"/>
    <w:rsid w:val="005F4346"/>
    <w:rsid w:val="00601F3E"/>
    <w:rsid w:val="0062741F"/>
    <w:rsid w:val="0064008E"/>
    <w:rsid w:val="00646663"/>
    <w:rsid w:val="006F745B"/>
    <w:rsid w:val="007241F2"/>
    <w:rsid w:val="00753C35"/>
    <w:rsid w:val="00763D59"/>
    <w:rsid w:val="007D1482"/>
    <w:rsid w:val="008044F6"/>
    <w:rsid w:val="0083208A"/>
    <w:rsid w:val="00847E64"/>
    <w:rsid w:val="00876E1E"/>
    <w:rsid w:val="00886FEC"/>
    <w:rsid w:val="008C320D"/>
    <w:rsid w:val="008E5023"/>
    <w:rsid w:val="009151D3"/>
    <w:rsid w:val="00915270"/>
    <w:rsid w:val="00925C58"/>
    <w:rsid w:val="00950523"/>
    <w:rsid w:val="00977E1C"/>
    <w:rsid w:val="0098041C"/>
    <w:rsid w:val="009852B3"/>
    <w:rsid w:val="009B7F39"/>
    <w:rsid w:val="009C1BA0"/>
    <w:rsid w:val="009D0475"/>
    <w:rsid w:val="009E14D3"/>
    <w:rsid w:val="009E51C8"/>
    <w:rsid w:val="009F4D2D"/>
    <w:rsid w:val="00B11762"/>
    <w:rsid w:val="00B65089"/>
    <w:rsid w:val="00B7398E"/>
    <w:rsid w:val="00B77CBA"/>
    <w:rsid w:val="00C218AC"/>
    <w:rsid w:val="00C22604"/>
    <w:rsid w:val="00C547EB"/>
    <w:rsid w:val="00C94DF8"/>
    <w:rsid w:val="00CA5648"/>
    <w:rsid w:val="00CB5ADE"/>
    <w:rsid w:val="00D93C47"/>
    <w:rsid w:val="00DA075A"/>
    <w:rsid w:val="00DB2016"/>
    <w:rsid w:val="00DB283E"/>
    <w:rsid w:val="00DC18E6"/>
    <w:rsid w:val="00DD1FBA"/>
    <w:rsid w:val="00E34A4F"/>
    <w:rsid w:val="00E35550"/>
    <w:rsid w:val="00E57BD7"/>
    <w:rsid w:val="00E65692"/>
    <w:rsid w:val="00E86055"/>
    <w:rsid w:val="00EA79EE"/>
    <w:rsid w:val="00EB75AC"/>
    <w:rsid w:val="00F13251"/>
    <w:rsid w:val="00F50D56"/>
    <w:rsid w:val="00F74BEA"/>
    <w:rsid w:val="00FC0B8F"/>
    <w:rsid w:val="00FD05D9"/>
    <w:rsid w:val="00FF0C5E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table" w:styleId="af0">
    <w:name w:val="Table Grid"/>
    <w:basedOn w:val="a1"/>
    <w:locked/>
    <w:rsid w:val="00B77C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328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34</cp:revision>
  <cp:lastPrinted>2014-06-10T10:52:00Z</cp:lastPrinted>
  <dcterms:created xsi:type="dcterms:W3CDTF">2011-06-20T10:07:00Z</dcterms:created>
  <dcterms:modified xsi:type="dcterms:W3CDTF">2014-06-18T10:22:00Z</dcterms:modified>
</cp:coreProperties>
</file>